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0B118F02" w:rsidR="00BE3A92" w:rsidRPr="0037783A" w:rsidRDefault="00B7759D" w:rsidP="0037783A">
      <w:pPr>
        <w:pStyle w:val="CS"/>
        <w:spacing w:before="240" w:after="240"/>
        <w:jc w:val="both"/>
        <w:rPr>
          <w:rFonts w:ascii="Helvetica 75 Bold" w:hAnsi="Helvetica 75 Bold"/>
          <w:sz w:val="56"/>
          <w:szCs w:val="56"/>
        </w:rPr>
      </w:pPr>
      <w:r w:rsidRPr="0037783A">
        <w:rPr>
          <w:rFonts w:ascii="Helvetica 75 Bold" w:hAnsi="Helvetica 75 Bold"/>
          <w:sz w:val="56"/>
          <w:szCs w:val="56"/>
        </w:rPr>
        <w:t>Conditions</w:t>
      </w:r>
      <w:r w:rsidR="00BE3A92" w:rsidRPr="0037783A">
        <w:rPr>
          <w:rFonts w:ascii="Helvetica 75 Bold" w:hAnsi="Helvetica 75 Bold"/>
          <w:sz w:val="56"/>
          <w:szCs w:val="56"/>
        </w:rPr>
        <w:t xml:space="preserve"> </w:t>
      </w:r>
      <w:r w:rsidR="005C3B63" w:rsidRPr="0037783A">
        <w:rPr>
          <w:rFonts w:ascii="Helvetica 75 Bold" w:hAnsi="Helvetica 75 Bold"/>
          <w:sz w:val="56"/>
          <w:szCs w:val="56"/>
        </w:rPr>
        <w:t>S</w:t>
      </w:r>
      <w:r w:rsidR="00BE3A92" w:rsidRPr="0037783A">
        <w:rPr>
          <w:rFonts w:ascii="Helvetica 75 Bold" w:hAnsi="Helvetica 75 Bold"/>
          <w:sz w:val="56"/>
          <w:szCs w:val="56"/>
        </w:rPr>
        <w:t>p</w:t>
      </w:r>
      <w:r w:rsidR="00953E12" w:rsidRPr="0037783A">
        <w:rPr>
          <w:rFonts w:ascii="Helvetica 75 Bold" w:hAnsi="Helvetica 75 Bold"/>
          <w:sz w:val="56"/>
          <w:szCs w:val="56"/>
        </w:rPr>
        <w:t>é</w:t>
      </w:r>
      <w:r w:rsidR="00BE3A92" w:rsidRPr="0037783A">
        <w:rPr>
          <w:rFonts w:ascii="Helvetica 75 Bold" w:hAnsi="Helvetica 75 Bold"/>
          <w:sz w:val="56"/>
          <w:szCs w:val="56"/>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79F3586B" w:rsidR="00C12590" w:rsidRPr="001F4234" w:rsidRDefault="001B7F90" w:rsidP="00E552F8">
      <w:pPr>
        <w:pStyle w:val="Soustitre2couv"/>
        <w:jc w:val="both"/>
        <w:rPr>
          <w:rFonts w:ascii="Helvetica 55 Roman" w:hAnsi="Helvetica 55 Roman"/>
          <w:sz w:val="44"/>
          <w:szCs w:val="44"/>
        </w:rPr>
      </w:pPr>
      <w:r w:rsidRPr="001F4234">
        <w:rPr>
          <w:rFonts w:ascii="Helvetica 55 Roman" w:hAnsi="Helvetica 55 Roman"/>
          <w:sz w:val="36"/>
          <w:szCs w:val="44"/>
        </w:rPr>
        <w:t xml:space="preserve">Offre </w:t>
      </w:r>
      <w:r w:rsidR="006A692E" w:rsidRPr="001F4234">
        <w:rPr>
          <w:rFonts w:ascii="Helvetica 55 Roman" w:hAnsi="Helvetica 55 Roman"/>
          <w:sz w:val="36"/>
          <w:szCs w:val="44"/>
        </w:rPr>
        <w:t>FTTE passif NRO</w:t>
      </w:r>
      <w:r w:rsidR="00953E12" w:rsidRPr="001F4234">
        <w:rPr>
          <w:rFonts w:ascii="Helvetica 55 Roman" w:hAnsi="Helvetica 55 Roman"/>
          <w:sz w:val="36"/>
          <w:szCs w:val="44"/>
        </w:rPr>
        <w:t xml:space="preserve"> </w:t>
      </w:r>
      <w:r w:rsidR="00953E12" w:rsidRPr="00E13B6C">
        <w:rPr>
          <w:rFonts w:ascii="Helvetica 55 Roman" w:hAnsi="Helvetica 55 Roman"/>
          <w:sz w:val="36"/>
          <w:szCs w:val="44"/>
        </w:rPr>
        <w:t>de</w:t>
      </w:r>
      <w:r w:rsidR="00950FBD" w:rsidRPr="00E13B6C">
        <w:rPr>
          <w:rFonts w:ascii="Helvetica 55 Roman" w:hAnsi="Helvetica 55 Roman"/>
          <w:sz w:val="36"/>
          <w:szCs w:val="44"/>
        </w:rPr>
        <w:t xml:space="preserve"> </w:t>
      </w:r>
      <w:r w:rsidR="00E13B6C" w:rsidRPr="00E13B6C">
        <w:rPr>
          <w:rFonts w:ascii="Helvetica 55 Roman" w:hAnsi="Helvetica 55 Roman"/>
          <w:sz w:val="36"/>
          <w:szCs w:val="44"/>
        </w:rPr>
        <w:t>VAR TRÈS HAUT DÉBIT</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37783A" w:rsidRDefault="00BF6F78" w:rsidP="00F2655C">
      <w:pPr>
        <w:pStyle w:val="Sommaireniveau1"/>
        <w:rPr>
          <w:b/>
          <w:bCs/>
          <w:color w:val="auto"/>
          <w:sz w:val="28"/>
          <w:szCs w:val="28"/>
        </w:rPr>
      </w:pPr>
      <w:r w:rsidRPr="001F4234">
        <w:br w:type="page"/>
      </w:r>
      <w:r w:rsidR="00195CD3" w:rsidRPr="0037783A">
        <w:rPr>
          <w:b/>
          <w:bCs/>
          <w:color w:val="auto"/>
          <w:sz w:val="28"/>
          <w:szCs w:val="28"/>
        </w:rPr>
        <w:lastRenderedPageBreak/>
        <w:t xml:space="preserve">Table </w:t>
      </w:r>
      <w:r w:rsidR="00C63AAC" w:rsidRPr="0037783A">
        <w:rPr>
          <w:b/>
          <w:bCs/>
          <w:color w:val="auto"/>
          <w:sz w:val="28"/>
          <w:szCs w:val="28"/>
        </w:rPr>
        <w:t>des matières</w:t>
      </w:r>
    </w:p>
    <w:p w14:paraId="4D1AC707" w14:textId="77777777" w:rsidR="00C63AAC" w:rsidRPr="001F4234" w:rsidRDefault="00C63AAC" w:rsidP="00F2655C">
      <w:pPr>
        <w:pStyle w:val="StyleHelvetica55Roman18ptOrangeJustifi"/>
        <w:rPr>
          <w:sz w:val="28"/>
          <w:szCs w:val="28"/>
        </w:rPr>
      </w:pPr>
    </w:p>
    <w:p w14:paraId="1B00F166" w14:textId="673D9957" w:rsidR="00A61BDA"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4414189" w:history="1">
        <w:r w:rsidR="00A61BDA" w:rsidRPr="009E1F70">
          <w:rPr>
            <w:rStyle w:val="Lienhypertexte"/>
          </w:rPr>
          <w:t>article 1 - objet</w:t>
        </w:r>
        <w:r w:rsidR="00A61BDA">
          <w:rPr>
            <w:webHidden/>
          </w:rPr>
          <w:tab/>
        </w:r>
        <w:r w:rsidR="00A61BDA">
          <w:rPr>
            <w:webHidden/>
          </w:rPr>
          <w:fldChar w:fldCharType="begin"/>
        </w:r>
        <w:r w:rsidR="00A61BDA">
          <w:rPr>
            <w:webHidden/>
          </w:rPr>
          <w:instrText xml:space="preserve"> PAGEREF _Toc124414189 \h </w:instrText>
        </w:r>
        <w:r w:rsidR="00A61BDA">
          <w:rPr>
            <w:webHidden/>
          </w:rPr>
        </w:r>
        <w:r w:rsidR="00A61BDA">
          <w:rPr>
            <w:webHidden/>
          </w:rPr>
          <w:fldChar w:fldCharType="separate"/>
        </w:r>
        <w:r w:rsidR="00A61BDA">
          <w:rPr>
            <w:webHidden/>
          </w:rPr>
          <w:t>4</w:t>
        </w:r>
        <w:r w:rsidR="00A61BDA">
          <w:rPr>
            <w:webHidden/>
          </w:rPr>
          <w:fldChar w:fldCharType="end"/>
        </w:r>
      </w:hyperlink>
    </w:p>
    <w:p w14:paraId="0E39A6E8" w14:textId="32E2BCA6" w:rsidR="00A61BDA" w:rsidRDefault="00557C24">
      <w:pPr>
        <w:pStyle w:val="TM1"/>
        <w:rPr>
          <w:rFonts w:asciiTheme="minorHAnsi" w:eastAsiaTheme="minorEastAsia" w:hAnsiTheme="minorHAnsi" w:cstheme="minorBidi"/>
          <w:b w:val="0"/>
          <w:bCs w:val="0"/>
          <w:caps w:val="0"/>
          <w:kern w:val="0"/>
          <w:sz w:val="22"/>
          <w:szCs w:val="22"/>
        </w:rPr>
      </w:pPr>
      <w:hyperlink w:anchor="_Toc124414190" w:history="1">
        <w:r w:rsidR="00A61BDA" w:rsidRPr="009E1F70">
          <w:rPr>
            <w:rStyle w:val="Lienhypertexte"/>
          </w:rPr>
          <w:t>article 2 - définitions</w:t>
        </w:r>
        <w:r w:rsidR="00A61BDA">
          <w:rPr>
            <w:webHidden/>
          </w:rPr>
          <w:tab/>
        </w:r>
        <w:r w:rsidR="00A61BDA">
          <w:rPr>
            <w:webHidden/>
          </w:rPr>
          <w:fldChar w:fldCharType="begin"/>
        </w:r>
        <w:r w:rsidR="00A61BDA">
          <w:rPr>
            <w:webHidden/>
          </w:rPr>
          <w:instrText xml:space="preserve"> PAGEREF _Toc124414190 \h </w:instrText>
        </w:r>
        <w:r w:rsidR="00A61BDA">
          <w:rPr>
            <w:webHidden/>
          </w:rPr>
        </w:r>
        <w:r w:rsidR="00A61BDA">
          <w:rPr>
            <w:webHidden/>
          </w:rPr>
          <w:fldChar w:fldCharType="separate"/>
        </w:r>
        <w:r w:rsidR="00A61BDA">
          <w:rPr>
            <w:webHidden/>
          </w:rPr>
          <w:t>4</w:t>
        </w:r>
        <w:r w:rsidR="00A61BDA">
          <w:rPr>
            <w:webHidden/>
          </w:rPr>
          <w:fldChar w:fldCharType="end"/>
        </w:r>
      </w:hyperlink>
    </w:p>
    <w:p w14:paraId="54C4C562" w14:textId="40FEE195" w:rsidR="00A61BDA" w:rsidRDefault="00557C24">
      <w:pPr>
        <w:pStyle w:val="TM1"/>
        <w:rPr>
          <w:rFonts w:asciiTheme="minorHAnsi" w:eastAsiaTheme="minorEastAsia" w:hAnsiTheme="minorHAnsi" w:cstheme="minorBidi"/>
          <w:b w:val="0"/>
          <w:bCs w:val="0"/>
          <w:caps w:val="0"/>
          <w:kern w:val="0"/>
          <w:sz w:val="22"/>
          <w:szCs w:val="22"/>
        </w:rPr>
      </w:pPr>
      <w:hyperlink w:anchor="_Toc124414191" w:history="1">
        <w:r w:rsidR="00A61BDA" w:rsidRPr="009E1F70">
          <w:rPr>
            <w:rStyle w:val="Lienhypertexte"/>
          </w:rPr>
          <w:t>article 3 - pré-requis</w:t>
        </w:r>
        <w:r w:rsidR="00A61BDA">
          <w:rPr>
            <w:webHidden/>
          </w:rPr>
          <w:tab/>
        </w:r>
        <w:r w:rsidR="00A61BDA">
          <w:rPr>
            <w:webHidden/>
          </w:rPr>
          <w:fldChar w:fldCharType="begin"/>
        </w:r>
        <w:r w:rsidR="00A61BDA">
          <w:rPr>
            <w:webHidden/>
          </w:rPr>
          <w:instrText xml:space="preserve"> PAGEREF _Toc124414191 \h </w:instrText>
        </w:r>
        <w:r w:rsidR="00A61BDA">
          <w:rPr>
            <w:webHidden/>
          </w:rPr>
        </w:r>
        <w:r w:rsidR="00A61BDA">
          <w:rPr>
            <w:webHidden/>
          </w:rPr>
          <w:fldChar w:fldCharType="separate"/>
        </w:r>
        <w:r w:rsidR="00A61BDA">
          <w:rPr>
            <w:webHidden/>
          </w:rPr>
          <w:t>5</w:t>
        </w:r>
        <w:r w:rsidR="00A61BDA">
          <w:rPr>
            <w:webHidden/>
          </w:rPr>
          <w:fldChar w:fldCharType="end"/>
        </w:r>
      </w:hyperlink>
    </w:p>
    <w:p w14:paraId="1BD515CC" w14:textId="4848E068" w:rsidR="00A61BDA" w:rsidRDefault="00557C24">
      <w:pPr>
        <w:pStyle w:val="TM1"/>
        <w:rPr>
          <w:rFonts w:asciiTheme="minorHAnsi" w:eastAsiaTheme="minorEastAsia" w:hAnsiTheme="minorHAnsi" w:cstheme="minorBidi"/>
          <w:b w:val="0"/>
          <w:bCs w:val="0"/>
          <w:caps w:val="0"/>
          <w:kern w:val="0"/>
          <w:sz w:val="22"/>
          <w:szCs w:val="22"/>
        </w:rPr>
      </w:pPr>
      <w:hyperlink w:anchor="_Toc124414192" w:history="1">
        <w:r w:rsidR="00A61BDA" w:rsidRPr="009E1F70">
          <w:rPr>
            <w:rStyle w:val="Lienhypertexte"/>
          </w:rPr>
          <w:t>article 4 - informations sur le déploiement</w:t>
        </w:r>
        <w:r w:rsidR="00A61BDA">
          <w:rPr>
            <w:webHidden/>
          </w:rPr>
          <w:tab/>
        </w:r>
        <w:r w:rsidR="00A61BDA">
          <w:rPr>
            <w:webHidden/>
          </w:rPr>
          <w:fldChar w:fldCharType="begin"/>
        </w:r>
        <w:r w:rsidR="00A61BDA">
          <w:rPr>
            <w:webHidden/>
          </w:rPr>
          <w:instrText xml:space="preserve"> PAGEREF _Toc124414192 \h </w:instrText>
        </w:r>
        <w:r w:rsidR="00A61BDA">
          <w:rPr>
            <w:webHidden/>
          </w:rPr>
        </w:r>
        <w:r w:rsidR="00A61BDA">
          <w:rPr>
            <w:webHidden/>
          </w:rPr>
          <w:fldChar w:fldCharType="separate"/>
        </w:r>
        <w:r w:rsidR="00A61BDA">
          <w:rPr>
            <w:webHidden/>
          </w:rPr>
          <w:t>5</w:t>
        </w:r>
        <w:r w:rsidR="00A61BDA">
          <w:rPr>
            <w:webHidden/>
          </w:rPr>
          <w:fldChar w:fldCharType="end"/>
        </w:r>
      </w:hyperlink>
    </w:p>
    <w:p w14:paraId="58B1FABD" w14:textId="1F8190BE"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193" w:history="1">
        <w:r w:rsidR="00A61BDA" w:rsidRPr="009E1F70">
          <w:rPr>
            <w:rStyle w:val="Lienhypertexte"/>
            <w:noProof/>
          </w:rPr>
          <w:t>4.1 information sur la couverture de l’Offre</w:t>
        </w:r>
        <w:r w:rsidR="00A61BDA">
          <w:rPr>
            <w:noProof/>
            <w:webHidden/>
          </w:rPr>
          <w:tab/>
        </w:r>
        <w:r w:rsidR="00A61BDA">
          <w:rPr>
            <w:noProof/>
            <w:webHidden/>
          </w:rPr>
          <w:fldChar w:fldCharType="begin"/>
        </w:r>
        <w:r w:rsidR="00A61BDA">
          <w:rPr>
            <w:noProof/>
            <w:webHidden/>
          </w:rPr>
          <w:instrText xml:space="preserve"> PAGEREF _Toc124414193 \h </w:instrText>
        </w:r>
        <w:r w:rsidR="00A61BDA">
          <w:rPr>
            <w:noProof/>
            <w:webHidden/>
          </w:rPr>
        </w:r>
        <w:r w:rsidR="00A61BDA">
          <w:rPr>
            <w:noProof/>
            <w:webHidden/>
          </w:rPr>
          <w:fldChar w:fldCharType="separate"/>
        </w:r>
        <w:r w:rsidR="00A61BDA">
          <w:rPr>
            <w:noProof/>
            <w:webHidden/>
          </w:rPr>
          <w:t>6</w:t>
        </w:r>
        <w:r w:rsidR="00A61BDA">
          <w:rPr>
            <w:noProof/>
            <w:webHidden/>
          </w:rPr>
          <w:fldChar w:fldCharType="end"/>
        </w:r>
      </w:hyperlink>
    </w:p>
    <w:p w14:paraId="3EED1760" w14:textId="2CB3316A"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194" w:history="1">
        <w:r w:rsidR="00A61BDA" w:rsidRPr="009E1F70">
          <w:rPr>
            <w:rStyle w:val="Lienhypertexte"/>
            <w:noProof/>
          </w:rPr>
          <w:t>4.2 service d’éligibilité</w:t>
        </w:r>
        <w:r w:rsidR="00A61BDA">
          <w:rPr>
            <w:noProof/>
            <w:webHidden/>
          </w:rPr>
          <w:tab/>
        </w:r>
        <w:r w:rsidR="00A61BDA">
          <w:rPr>
            <w:noProof/>
            <w:webHidden/>
          </w:rPr>
          <w:fldChar w:fldCharType="begin"/>
        </w:r>
        <w:r w:rsidR="00A61BDA">
          <w:rPr>
            <w:noProof/>
            <w:webHidden/>
          </w:rPr>
          <w:instrText xml:space="preserve"> PAGEREF _Toc124414194 \h </w:instrText>
        </w:r>
        <w:r w:rsidR="00A61BDA">
          <w:rPr>
            <w:noProof/>
            <w:webHidden/>
          </w:rPr>
        </w:r>
        <w:r w:rsidR="00A61BDA">
          <w:rPr>
            <w:noProof/>
            <w:webHidden/>
          </w:rPr>
          <w:fldChar w:fldCharType="separate"/>
        </w:r>
        <w:r w:rsidR="00A61BDA">
          <w:rPr>
            <w:noProof/>
            <w:webHidden/>
          </w:rPr>
          <w:t>6</w:t>
        </w:r>
        <w:r w:rsidR="00A61BDA">
          <w:rPr>
            <w:noProof/>
            <w:webHidden/>
          </w:rPr>
          <w:fldChar w:fldCharType="end"/>
        </w:r>
      </w:hyperlink>
    </w:p>
    <w:p w14:paraId="28A69B3D" w14:textId="5F67C9E2" w:rsidR="00A61BDA" w:rsidRDefault="00557C24">
      <w:pPr>
        <w:pStyle w:val="TM1"/>
        <w:rPr>
          <w:rFonts w:asciiTheme="minorHAnsi" w:eastAsiaTheme="minorEastAsia" w:hAnsiTheme="minorHAnsi" w:cstheme="minorBidi"/>
          <w:b w:val="0"/>
          <w:bCs w:val="0"/>
          <w:caps w:val="0"/>
          <w:kern w:val="0"/>
          <w:sz w:val="22"/>
          <w:szCs w:val="22"/>
        </w:rPr>
      </w:pPr>
      <w:hyperlink w:anchor="_Toc124414195" w:history="1">
        <w:r w:rsidR="00A61BDA" w:rsidRPr="009E1F70">
          <w:rPr>
            <w:rStyle w:val="Lienhypertexte"/>
          </w:rPr>
          <w:t>article 5 - description de l’Offre</w:t>
        </w:r>
        <w:r w:rsidR="00A61BDA">
          <w:rPr>
            <w:webHidden/>
          </w:rPr>
          <w:tab/>
        </w:r>
        <w:r w:rsidR="00A61BDA">
          <w:rPr>
            <w:webHidden/>
          </w:rPr>
          <w:fldChar w:fldCharType="begin"/>
        </w:r>
        <w:r w:rsidR="00A61BDA">
          <w:rPr>
            <w:webHidden/>
          </w:rPr>
          <w:instrText xml:space="preserve"> PAGEREF _Toc124414195 \h </w:instrText>
        </w:r>
        <w:r w:rsidR="00A61BDA">
          <w:rPr>
            <w:webHidden/>
          </w:rPr>
        </w:r>
        <w:r w:rsidR="00A61BDA">
          <w:rPr>
            <w:webHidden/>
          </w:rPr>
          <w:fldChar w:fldCharType="separate"/>
        </w:r>
        <w:r w:rsidR="00A61BDA">
          <w:rPr>
            <w:webHidden/>
          </w:rPr>
          <w:t>6</w:t>
        </w:r>
        <w:r w:rsidR="00A61BDA">
          <w:rPr>
            <w:webHidden/>
          </w:rPr>
          <w:fldChar w:fldCharType="end"/>
        </w:r>
      </w:hyperlink>
    </w:p>
    <w:p w14:paraId="1A9E3314" w14:textId="6CB902B8" w:rsidR="00A61BDA" w:rsidRDefault="00557C24">
      <w:pPr>
        <w:pStyle w:val="TM1"/>
        <w:rPr>
          <w:rFonts w:asciiTheme="minorHAnsi" w:eastAsiaTheme="minorEastAsia" w:hAnsiTheme="minorHAnsi" w:cstheme="minorBidi"/>
          <w:b w:val="0"/>
          <w:bCs w:val="0"/>
          <w:caps w:val="0"/>
          <w:kern w:val="0"/>
          <w:sz w:val="22"/>
          <w:szCs w:val="22"/>
        </w:rPr>
      </w:pPr>
      <w:hyperlink w:anchor="_Toc124414196" w:history="1">
        <w:r w:rsidR="00A61BDA" w:rsidRPr="009E1F70">
          <w:rPr>
            <w:rStyle w:val="Lienhypertexte"/>
          </w:rPr>
          <w:t>article 6 - processus de commande de l’Offre</w:t>
        </w:r>
        <w:r w:rsidR="00A61BDA">
          <w:rPr>
            <w:webHidden/>
          </w:rPr>
          <w:tab/>
        </w:r>
        <w:r w:rsidR="00A61BDA">
          <w:rPr>
            <w:webHidden/>
          </w:rPr>
          <w:fldChar w:fldCharType="begin"/>
        </w:r>
        <w:r w:rsidR="00A61BDA">
          <w:rPr>
            <w:webHidden/>
          </w:rPr>
          <w:instrText xml:space="preserve"> PAGEREF _Toc124414196 \h </w:instrText>
        </w:r>
        <w:r w:rsidR="00A61BDA">
          <w:rPr>
            <w:webHidden/>
          </w:rPr>
        </w:r>
        <w:r w:rsidR="00A61BDA">
          <w:rPr>
            <w:webHidden/>
          </w:rPr>
          <w:fldChar w:fldCharType="separate"/>
        </w:r>
        <w:r w:rsidR="00A61BDA">
          <w:rPr>
            <w:webHidden/>
          </w:rPr>
          <w:t>6</w:t>
        </w:r>
        <w:r w:rsidR="00A61BDA">
          <w:rPr>
            <w:webHidden/>
          </w:rPr>
          <w:fldChar w:fldCharType="end"/>
        </w:r>
      </w:hyperlink>
    </w:p>
    <w:p w14:paraId="421A376B" w14:textId="632A7826"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197" w:history="1">
        <w:r w:rsidR="00A61BDA" w:rsidRPr="009E1F70">
          <w:rPr>
            <w:rStyle w:val="Lienhypertexte"/>
            <w:noProof/>
          </w:rPr>
          <w:t>6.1 prérequis</w:t>
        </w:r>
        <w:r w:rsidR="00A61BDA">
          <w:rPr>
            <w:noProof/>
            <w:webHidden/>
          </w:rPr>
          <w:tab/>
        </w:r>
        <w:r w:rsidR="00A61BDA">
          <w:rPr>
            <w:noProof/>
            <w:webHidden/>
          </w:rPr>
          <w:fldChar w:fldCharType="begin"/>
        </w:r>
        <w:r w:rsidR="00A61BDA">
          <w:rPr>
            <w:noProof/>
            <w:webHidden/>
          </w:rPr>
          <w:instrText xml:space="preserve"> PAGEREF _Toc124414197 \h </w:instrText>
        </w:r>
        <w:r w:rsidR="00A61BDA">
          <w:rPr>
            <w:noProof/>
            <w:webHidden/>
          </w:rPr>
        </w:r>
        <w:r w:rsidR="00A61BDA">
          <w:rPr>
            <w:noProof/>
            <w:webHidden/>
          </w:rPr>
          <w:fldChar w:fldCharType="separate"/>
        </w:r>
        <w:r w:rsidR="00A61BDA">
          <w:rPr>
            <w:noProof/>
            <w:webHidden/>
          </w:rPr>
          <w:t>6</w:t>
        </w:r>
        <w:r w:rsidR="00A61BDA">
          <w:rPr>
            <w:noProof/>
            <w:webHidden/>
          </w:rPr>
          <w:fldChar w:fldCharType="end"/>
        </w:r>
      </w:hyperlink>
    </w:p>
    <w:p w14:paraId="02CCE3B5" w14:textId="75FAAE53"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198" w:history="1">
        <w:r w:rsidR="00A61BDA" w:rsidRPr="009E1F70">
          <w:rPr>
            <w:rStyle w:val="Lienhypertexte"/>
            <w:noProof/>
          </w:rPr>
          <w:t>6.2 prévisions de commande</w:t>
        </w:r>
        <w:r w:rsidR="00A61BDA">
          <w:rPr>
            <w:noProof/>
            <w:webHidden/>
          </w:rPr>
          <w:tab/>
        </w:r>
        <w:r w:rsidR="00A61BDA">
          <w:rPr>
            <w:noProof/>
            <w:webHidden/>
          </w:rPr>
          <w:fldChar w:fldCharType="begin"/>
        </w:r>
        <w:r w:rsidR="00A61BDA">
          <w:rPr>
            <w:noProof/>
            <w:webHidden/>
          </w:rPr>
          <w:instrText xml:space="preserve"> PAGEREF _Toc124414198 \h </w:instrText>
        </w:r>
        <w:r w:rsidR="00A61BDA">
          <w:rPr>
            <w:noProof/>
            <w:webHidden/>
          </w:rPr>
        </w:r>
        <w:r w:rsidR="00A61BDA">
          <w:rPr>
            <w:noProof/>
            <w:webHidden/>
          </w:rPr>
          <w:fldChar w:fldCharType="separate"/>
        </w:r>
        <w:r w:rsidR="00A61BDA">
          <w:rPr>
            <w:noProof/>
            <w:webHidden/>
          </w:rPr>
          <w:t>7</w:t>
        </w:r>
        <w:r w:rsidR="00A61BDA">
          <w:rPr>
            <w:noProof/>
            <w:webHidden/>
          </w:rPr>
          <w:fldChar w:fldCharType="end"/>
        </w:r>
      </w:hyperlink>
    </w:p>
    <w:p w14:paraId="09485672" w14:textId="057F5073"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199" w:history="1">
        <w:r w:rsidR="00A61BDA" w:rsidRPr="009E1F70">
          <w:rPr>
            <w:rStyle w:val="Lienhypertexte"/>
            <w:noProof/>
          </w:rPr>
          <w:t>6.3 commande</w:t>
        </w:r>
        <w:r w:rsidR="00A61BDA">
          <w:rPr>
            <w:noProof/>
            <w:webHidden/>
          </w:rPr>
          <w:tab/>
        </w:r>
        <w:r w:rsidR="00A61BDA">
          <w:rPr>
            <w:noProof/>
            <w:webHidden/>
          </w:rPr>
          <w:fldChar w:fldCharType="begin"/>
        </w:r>
        <w:r w:rsidR="00A61BDA">
          <w:rPr>
            <w:noProof/>
            <w:webHidden/>
          </w:rPr>
          <w:instrText xml:space="preserve"> PAGEREF _Toc124414199 \h </w:instrText>
        </w:r>
        <w:r w:rsidR="00A61BDA">
          <w:rPr>
            <w:noProof/>
            <w:webHidden/>
          </w:rPr>
        </w:r>
        <w:r w:rsidR="00A61BDA">
          <w:rPr>
            <w:noProof/>
            <w:webHidden/>
          </w:rPr>
          <w:fldChar w:fldCharType="separate"/>
        </w:r>
        <w:r w:rsidR="00A61BDA">
          <w:rPr>
            <w:noProof/>
            <w:webHidden/>
          </w:rPr>
          <w:t>7</w:t>
        </w:r>
        <w:r w:rsidR="00A61BDA">
          <w:rPr>
            <w:noProof/>
            <w:webHidden/>
          </w:rPr>
          <w:fldChar w:fldCharType="end"/>
        </w:r>
      </w:hyperlink>
    </w:p>
    <w:p w14:paraId="37291607" w14:textId="5AB68B23" w:rsidR="00A61BDA" w:rsidRDefault="00557C24">
      <w:pPr>
        <w:pStyle w:val="TM1"/>
        <w:rPr>
          <w:rFonts w:asciiTheme="minorHAnsi" w:eastAsiaTheme="minorEastAsia" w:hAnsiTheme="minorHAnsi" w:cstheme="minorBidi"/>
          <w:b w:val="0"/>
          <w:bCs w:val="0"/>
          <w:caps w:val="0"/>
          <w:kern w:val="0"/>
          <w:sz w:val="22"/>
          <w:szCs w:val="22"/>
        </w:rPr>
      </w:pPr>
      <w:hyperlink w:anchor="_Toc124414200" w:history="1">
        <w:r w:rsidR="00A61BDA" w:rsidRPr="009E1F70">
          <w:rPr>
            <w:rStyle w:val="Lienhypertexte"/>
          </w:rPr>
          <w:t>article 7 - mise à disposition de l’Offre</w:t>
        </w:r>
        <w:r w:rsidR="00A61BDA">
          <w:rPr>
            <w:webHidden/>
          </w:rPr>
          <w:tab/>
        </w:r>
        <w:r w:rsidR="00A61BDA">
          <w:rPr>
            <w:webHidden/>
          </w:rPr>
          <w:fldChar w:fldCharType="begin"/>
        </w:r>
        <w:r w:rsidR="00A61BDA">
          <w:rPr>
            <w:webHidden/>
          </w:rPr>
          <w:instrText xml:space="preserve"> PAGEREF _Toc124414200 \h </w:instrText>
        </w:r>
        <w:r w:rsidR="00A61BDA">
          <w:rPr>
            <w:webHidden/>
          </w:rPr>
        </w:r>
        <w:r w:rsidR="00A61BDA">
          <w:rPr>
            <w:webHidden/>
          </w:rPr>
          <w:fldChar w:fldCharType="separate"/>
        </w:r>
        <w:r w:rsidR="00A61BDA">
          <w:rPr>
            <w:webHidden/>
          </w:rPr>
          <w:t>7</w:t>
        </w:r>
        <w:r w:rsidR="00A61BDA">
          <w:rPr>
            <w:webHidden/>
          </w:rPr>
          <w:fldChar w:fldCharType="end"/>
        </w:r>
      </w:hyperlink>
    </w:p>
    <w:p w14:paraId="3E3EE75F" w14:textId="0E18136A"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01" w:history="1">
        <w:r w:rsidR="00A61BDA" w:rsidRPr="009E1F70">
          <w:rPr>
            <w:rStyle w:val="Lienhypertexte"/>
            <w:noProof/>
          </w:rPr>
          <w:t>7.1 mise à disposition d’un Accès FTTE passif NRO</w:t>
        </w:r>
        <w:r w:rsidR="00A61BDA">
          <w:rPr>
            <w:noProof/>
            <w:webHidden/>
          </w:rPr>
          <w:tab/>
        </w:r>
        <w:r w:rsidR="00A61BDA">
          <w:rPr>
            <w:noProof/>
            <w:webHidden/>
          </w:rPr>
          <w:fldChar w:fldCharType="begin"/>
        </w:r>
        <w:r w:rsidR="00A61BDA">
          <w:rPr>
            <w:noProof/>
            <w:webHidden/>
          </w:rPr>
          <w:instrText xml:space="preserve"> PAGEREF _Toc124414201 \h </w:instrText>
        </w:r>
        <w:r w:rsidR="00A61BDA">
          <w:rPr>
            <w:noProof/>
            <w:webHidden/>
          </w:rPr>
        </w:r>
        <w:r w:rsidR="00A61BDA">
          <w:rPr>
            <w:noProof/>
            <w:webHidden/>
          </w:rPr>
          <w:fldChar w:fldCharType="separate"/>
        </w:r>
        <w:r w:rsidR="00A61BDA">
          <w:rPr>
            <w:noProof/>
            <w:webHidden/>
          </w:rPr>
          <w:t>8</w:t>
        </w:r>
        <w:r w:rsidR="00A61BDA">
          <w:rPr>
            <w:noProof/>
            <w:webHidden/>
          </w:rPr>
          <w:fldChar w:fldCharType="end"/>
        </w:r>
      </w:hyperlink>
    </w:p>
    <w:p w14:paraId="0E3EF418" w14:textId="62A4DFED" w:rsidR="00A61BDA" w:rsidRDefault="00557C24">
      <w:pPr>
        <w:pStyle w:val="TM3"/>
        <w:tabs>
          <w:tab w:val="right" w:leader="dot" w:pos="9854"/>
        </w:tabs>
        <w:rPr>
          <w:rFonts w:asciiTheme="minorHAnsi" w:eastAsiaTheme="minorEastAsia" w:hAnsiTheme="minorHAnsi" w:cstheme="minorBidi"/>
          <w:i w:val="0"/>
          <w:iCs w:val="0"/>
          <w:noProof/>
          <w:sz w:val="22"/>
          <w:szCs w:val="22"/>
        </w:rPr>
      </w:pPr>
      <w:hyperlink w:anchor="_Toc124414202" w:history="1">
        <w:r w:rsidR="00A61BDA" w:rsidRPr="009E1F70">
          <w:rPr>
            <w:rStyle w:val="Lienhypertexte"/>
            <w:noProof/>
          </w:rPr>
          <w:t>7.1.1 câblage interne sur site Client Final</w:t>
        </w:r>
        <w:r w:rsidR="00A61BDA">
          <w:rPr>
            <w:noProof/>
            <w:webHidden/>
          </w:rPr>
          <w:tab/>
        </w:r>
        <w:r w:rsidR="00A61BDA">
          <w:rPr>
            <w:noProof/>
            <w:webHidden/>
          </w:rPr>
          <w:fldChar w:fldCharType="begin"/>
        </w:r>
        <w:r w:rsidR="00A61BDA">
          <w:rPr>
            <w:noProof/>
            <w:webHidden/>
          </w:rPr>
          <w:instrText xml:space="preserve"> PAGEREF _Toc124414202 \h </w:instrText>
        </w:r>
        <w:r w:rsidR="00A61BDA">
          <w:rPr>
            <w:noProof/>
            <w:webHidden/>
          </w:rPr>
        </w:r>
        <w:r w:rsidR="00A61BDA">
          <w:rPr>
            <w:noProof/>
            <w:webHidden/>
          </w:rPr>
          <w:fldChar w:fldCharType="separate"/>
        </w:r>
        <w:r w:rsidR="00A61BDA">
          <w:rPr>
            <w:noProof/>
            <w:webHidden/>
          </w:rPr>
          <w:t>8</w:t>
        </w:r>
        <w:r w:rsidR="00A61BDA">
          <w:rPr>
            <w:noProof/>
            <w:webHidden/>
          </w:rPr>
          <w:fldChar w:fldCharType="end"/>
        </w:r>
      </w:hyperlink>
    </w:p>
    <w:p w14:paraId="2026E243" w14:textId="55BEAE35" w:rsidR="00A61BDA" w:rsidRDefault="00557C24">
      <w:pPr>
        <w:pStyle w:val="TM3"/>
        <w:tabs>
          <w:tab w:val="right" w:leader="dot" w:pos="9854"/>
        </w:tabs>
        <w:rPr>
          <w:rFonts w:asciiTheme="minorHAnsi" w:eastAsiaTheme="minorEastAsia" w:hAnsiTheme="minorHAnsi" w:cstheme="minorBidi"/>
          <w:i w:val="0"/>
          <w:iCs w:val="0"/>
          <w:noProof/>
          <w:sz w:val="22"/>
          <w:szCs w:val="22"/>
        </w:rPr>
      </w:pPr>
      <w:hyperlink w:anchor="_Toc124414203" w:history="1">
        <w:r w:rsidR="00A61BDA" w:rsidRPr="009E1F70">
          <w:rPr>
            <w:rStyle w:val="Lienhypertexte"/>
            <w:noProof/>
          </w:rPr>
          <w:t>7.1.2 délai de mise à disposition d’un Accès FTTE passif NRO</w:t>
        </w:r>
        <w:r w:rsidR="00A61BDA">
          <w:rPr>
            <w:noProof/>
            <w:webHidden/>
          </w:rPr>
          <w:tab/>
        </w:r>
        <w:r w:rsidR="00A61BDA">
          <w:rPr>
            <w:noProof/>
            <w:webHidden/>
          </w:rPr>
          <w:fldChar w:fldCharType="begin"/>
        </w:r>
        <w:r w:rsidR="00A61BDA">
          <w:rPr>
            <w:noProof/>
            <w:webHidden/>
          </w:rPr>
          <w:instrText xml:space="preserve"> PAGEREF _Toc124414203 \h </w:instrText>
        </w:r>
        <w:r w:rsidR="00A61BDA">
          <w:rPr>
            <w:noProof/>
            <w:webHidden/>
          </w:rPr>
        </w:r>
        <w:r w:rsidR="00A61BDA">
          <w:rPr>
            <w:noProof/>
            <w:webHidden/>
          </w:rPr>
          <w:fldChar w:fldCharType="separate"/>
        </w:r>
        <w:r w:rsidR="00A61BDA">
          <w:rPr>
            <w:noProof/>
            <w:webHidden/>
          </w:rPr>
          <w:t>8</w:t>
        </w:r>
        <w:r w:rsidR="00A61BDA">
          <w:rPr>
            <w:noProof/>
            <w:webHidden/>
          </w:rPr>
          <w:fldChar w:fldCharType="end"/>
        </w:r>
      </w:hyperlink>
    </w:p>
    <w:p w14:paraId="0EC2D7E5" w14:textId="5EA16422" w:rsidR="00A61BDA" w:rsidRDefault="00557C24">
      <w:pPr>
        <w:pStyle w:val="TM3"/>
        <w:tabs>
          <w:tab w:val="right" w:leader="dot" w:pos="9854"/>
        </w:tabs>
        <w:rPr>
          <w:rFonts w:asciiTheme="minorHAnsi" w:eastAsiaTheme="minorEastAsia" w:hAnsiTheme="minorHAnsi" w:cstheme="minorBidi"/>
          <w:i w:val="0"/>
          <w:iCs w:val="0"/>
          <w:noProof/>
          <w:sz w:val="22"/>
          <w:szCs w:val="22"/>
        </w:rPr>
      </w:pPr>
      <w:hyperlink w:anchor="_Toc124414204" w:history="1">
        <w:r w:rsidR="00A61BDA" w:rsidRPr="009E1F70">
          <w:rPr>
            <w:rStyle w:val="Lienhypertexte"/>
            <w:noProof/>
          </w:rPr>
          <w:t>7.1.3 retard de mise à disposition des Accès</w:t>
        </w:r>
        <w:r w:rsidR="00A61BDA">
          <w:rPr>
            <w:noProof/>
            <w:webHidden/>
          </w:rPr>
          <w:tab/>
        </w:r>
        <w:r w:rsidR="00A61BDA">
          <w:rPr>
            <w:noProof/>
            <w:webHidden/>
          </w:rPr>
          <w:fldChar w:fldCharType="begin"/>
        </w:r>
        <w:r w:rsidR="00A61BDA">
          <w:rPr>
            <w:noProof/>
            <w:webHidden/>
          </w:rPr>
          <w:instrText xml:space="preserve"> PAGEREF _Toc124414204 \h </w:instrText>
        </w:r>
        <w:r w:rsidR="00A61BDA">
          <w:rPr>
            <w:noProof/>
            <w:webHidden/>
          </w:rPr>
        </w:r>
        <w:r w:rsidR="00A61BDA">
          <w:rPr>
            <w:noProof/>
            <w:webHidden/>
          </w:rPr>
          <w:fldChar w:fldCharType="separate"/>
        </w:r>
        <w:r w:rsidR="00A61BDA">
          <w:rPr>
            <w:noProof/>
            <w:webHidden/>
          </w:rPr>
          <w:t>9</w:t>
        </w:r>
        <w:r w:rsidR="00A61BDA">
          <w:rPr>
            <w:noProof/>
            <w:webHidden/>
          </w:rPr>
          <w:fldChar w:fldCharType="end"/>
        </w:r>
      </w:hyperlink>
    </w:p>
    <w:p w14:paraId="63E11E77" w14:textId="3F60E462" w:rsidR="00A61BDA" w:rsidRDefault="00557C24">
      <w:pPr>
        <w:pStyle w:val="TM3"/>
        <w:tabs>
          <w:tab w:val="right" w:leader="dot" w:pos="9854"/>
        </w:tabs>
        <w:rPr>
          <w:rFonts w:asciiTheme="minorHAnsi" w:eastAsiaTheme="minorEastAsia" w:hAnsiTheme="minorHAnsi" w:cstheme="minorBidi"/>
          <w:i w:val="0"/>
          <w:iCs w:val="0"/>
          <w:noProof/>
          <w:sz w:val="22"/>
          <w:szCs w:val="22"/>
        </w:rPr>
      </w:pPr>
      <w:hyperlink w:anchor="_Toc124414205" w:history="1">
        <w:r w:rsidR="00A61BDA" w:rsidRPr="009E1F70">
          <w:rPr>
            <w:rStyle w:val="Lienhypertexte"/>
            <w:noProof/>
          </w:rPr>
          <w:t>7.1.4 processus de livraison des Accès</w:t>
        </w:r>
        <w:r w:rsidR="00A61BDA">
          <w:rPr>
            <w:noProof/>
            <w:webHidden/>
          </w:rPr>
          <w:tab/>
        </w:r>
        <w:r w:rsidR="00A61BDA">
          <w:rPr>
            <w:noProof/>
            <w:webHidden/>
          </w:rPr>
          <w:fldChar w:fldCharType="begin"/>
        </w:r>
        <w:r w:rsidR="00A61BDA">
          <w:rPr>
            <w:noProof/>
            <w:webHidden/>
          </w:rPr>
          <w:instrText xml:space="preserve"> PAGEREF _Toc124414205 \h </w:instrText>
        </w:r>
        <w:r w:rsidR="00A61BDA">
          <w:rPr>
            <w:noProof/>
            <w:webHidden/>
          </w:rPr>
        </w:r>
        <w:r w:rsidR="00A61BDA">
          <w:rPr>
            <w:noProof/>
            <w:webHidden/>
          </w:rPr>
          <w:fldChar w:fldCharType="separate"/>
        </w:r>
        <w:r w:rsidR="00A61BDA">
          <w:rPr>
            <w:noProof/>
            <w:webHidden/>
          </w:rPr>
          <w:t>10</w:t>
        </w:r>
        <w:r w:rsidR="00A61BDA">
          <w:rPr>
            <w:noProof/>
            <w:webHidden/>
          </w:rPr>
          <w:fldChar w:fldCharType="end"/>
        </w:r>
      </w:hyperlink>
    </w:p>
    <w:p w14:paraId="4E5AB6DD" w14:textId="3F601796" w:rsidR="00A61BDA" w:rsidRDefault="00557C24">
      <w:pPr>
        <w:pStyle w:val="TM3"/>
        <w:tabs>
          <w:tab w:val="right" w:leader="dot" w:pos="9854"/>
        </w:tabs>
        <w:rPr>
          <w:rFonts w:asciiTheme="minorHAnsi" w:eastAsiaTheme="minorEastAsia" w:hAnsiTheme="minorHAnsi" w:cstheme="minorBidi"/>
          <w:i w:val="0"/>
          <w:iCs w:val="0"/>
          <w:noProof/>
          <w:sz w:val="22"/>
          <w:szCs w:val="22"/>
        </w:rPr>
      </w:pPr>
      <w:hyperlink w:anchor="_Toc124414206" w:history="1">
        <w:r w:rsidR="00A61BDA" w:rsidRPr="009E1F70">
          <w:rPr>
            <w:rStyle w:val="Lienhypertexte"/>
            <w:noProof/>
          </w:rPr>
          <w:t>7.1.5 mise à disposition avec Difficulté Exceptionnelle de Construction</w:t>
        </w:r>
        <w:r w:rsidR="00A61BDA">
          <w:rPr>
            <w:noProof/>
            <w:webHidden/>
          </w:rPr>
          <w:tab/>
        </w:r>
        <w:r w:rsidR="00A61BDA">
          <w:rPr>
            <w:noProof/>
            <w:webHidden/>
          </w:rPr>
          <w:fldChar w:fldCharType="begin"/>
        </w:r>
        <w:r w:rsidR="00A61BDA">
          <w:rPr>
            <w:noProof/>
            <w:webHidden/>
          </w:rPr>
          <w:instrText xml:space="preserve"> PAGEREF _Toc124414206 \h </w:instrText>
        </w:r>
        <w:r w:rsidR="00A61BDA">
          <w:rPr>
            <w:noProof/>
            <w:webHidden/>
          </w:rPr>
        </w:r>
        <w:r w:rsidR="00A61BDA">
          <w:rPr>
            <w:noProof/>
            <w:webHidden/>
          </w:rPr>
          <w:fldChar w:fldCharType="separate"/>
        </w:r>
        <w:r w:rsidR="00A61BDA">
          <w:rPr>
            <w:noProof/>
            <w:webHidden/>
          </w:rPr>
          <w:t>11</w:t>
        </w:r>
        <w:r w:rsidR="00A61BDA">
          <w:rPr>
            <w:noProof/>
            <w:webHidden/>
          </w:rPr>
          <w:fldChar w:fldCharType="end"/>
        </w:r>
      </w:hyperlink>
    </w:p>
    <w:p w14:paraId="09260AE3" w14:textId="62FD38CB" w:rsidR="00A61BDA" w:rsidRDefault="00557C24">
      <w:pPr>
        <w:pStyle w:val="TM1"/>
        <w:rPr>
          <w:rFonts w:asciiTheme="minorHAnsi" w:eastAsiaTheme="minorEastAsia" w:hAnsiTheme="minorHAnsi" w:cstheme="minorBidi"/>
          <w:b w:val="0"/>
          <w:bCs w:val="0"/>
          <w:caps w:val="0"/>
          <w:kern w:val="0"/>
          <w:sz w:val="22"/>
          <w:szCs w:val="22"/>
        </w:rPr>
      </w:pPr>
      <w:hyperlink w:anchor="_Toc124414207" w:history="1">
        <w:r w:rsidR="00A61BDA" w:rsidRPr="009E1F70">
          <w:rPr>
            <w:rStyle w:val="Lienhypertexte"/>
          </w:rPr>
          <w:t>article 8 - service après-vente</w:t>
        </w:r>
        <w:r w:rsidR="00A61BDA">
          <w:rPr>
            <w:webHidden/>
          </w:rPr>
          <w:tab/>
        </w:r>
        <w:r w:rsidR="00A61BDA">
          <w:rPr>
            <w:webHidden/>
          </w:rPr>
          <w:fldChar w:fldCharType="begin"/>
        </w:r>
        <w:r w:rsidR="00A61BDA">
          <w:rPr>
            <w:webHidden/>
          </w:rPr>
          <w:instrText xml:space="preserve"> PAGEREF _Toc124414207 \h </w:instrText>
        </w:r>
        <w:r w:rsidR="00A61BDA">
          <w:rPr>
            <w:webHidden/>
          </w:rPr>
        </w:r>
        <w:r w:rsidR="00A61BDA">
          <w:rPr>
            <w:webHidden/>
          </w:rPr>
          <w:fldChar w:fldCharType="separate"/>
        </w:r>
        <w:r w:rsidR="00A61BDA">
          <w:rPr>
            <w:webHidden/>
          </w:rPr>
          <w:t>12</w:t>
        </w:r>
        <w:r w:rsidR="00A61BDA">
          <w:rPr>
            <w:webHidden/>
          </w:rPr>
          <w:fldChar w:fldCharType="end"/>
        </w:r>
      </w:hyperlink>
    </w:p>
    <w:p w14:paraId="137C6EB3" w14:textId="4A49BE8E"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08" w:history="1">
        <w:r w:rsidR="00A61BDA" w:rsidRPr="009E1F70">
          <w:rPr>
            <w:rStyle w:val="Lienhypertexte"/>
            <w:noProof/>
          </w:rPr>
          <w:t>8.1 guichet unique après-vente</w:t>
        </w:r>
        <w:r w:rsidR="00A61BDA">
          <w:rPr>
            <w:noProof/>
            <w:webHidden/>
          </w:rPr>
          <w:tab/>
        </w:r>
        <w:r w:rsidR="00A61BDA">
          <w:rPr>
            <w:noProof/>
            <w:webHidden/>
          </w:rPr>
          <w:fldChar w:fldCharType="begin"/>
        </w:r>
        <w:r w:rsidR="00A61BDA">
          <w:rPr>
            <w:noProof/>
            <w:webHidden/>
          </w:rPr>
          <w:instrText xml:space="preserve"> PAGEREF _Toc124414208 \h </w:instrText>
        </w:r>
        <w:r w:rsidR="00A61BDA">
          <w:rPr>
            <w:noProof/>
            <w:webHidden/>
          </w:rPr>
        </w:r>
        <w:r w:rsidR="00A61BDA">
          <w:rPr>
            <w:noProof/>
            <w:webHidden/>
          </w:rPr>
          <w:fldChar w:fldCharType="separate"/>
        </w:r>
        <w:r w:rsidR="00A61BDA">
          <w:rPr>
            <w:noProof/>
            <w:webHidden/>
          </w:rPr>
          <w:t>12</w:t>
        </w:r>
        <w:r w:rsidR="00A61BDA">
          <w:rPr>
            <w:noProof/>
            <w:webHidden/>
          </w:rPr>
          <w:fldChar w:fldCharType="end"/>
        </w:r>
      </w:hyperlink>
    </w:p>
    <w:p w14:paraId="27AF8067" w14:textId="290F59DE"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09" w:history="1">
        <w:r w:rsidR="00A61BDA" w:rsidRPr="009E1F70">
          <w:rPr>
            <w:rStyle w:val="Lienhypertexte"/>
            <w:noProof/>
          </w:rPr>
          <w:t>8.2 délais de rétablissement standard d’un Accès (GTR 4H S2)</w:t>
        </w:r>
        <w:r w:rsidR="00A61BDA">
          <w:rPr>
            <w:noProof/>
            <w:webHidden/>
          </w:rPr>
          <w:tab/>
        </w:r>
        <w:r w:rsidR="00A61BDA">
          <w:rPr>
            <w:noProof/>
            <w:webHidden/>
          </w:rPr>
          <w:fldChar w:fldCharType="begin"/>
        </w:r>
        <w:r w:rsidR="00A61BDA">
          <w:rPr>
            <w:noProof/>
            <w:webHidden/>
          </w:rPr>
          <w:instrText xml:space="preserve"> PAGEREF _Toc124414209 \h </w:instrText>
        </w:r>
        <w:r w:rsidR="00A61BDA">
          <w:rPr>
            <w:noProof/>
            <w:webHidden/>
          </w:rPr>
        </w:r>
        <w:r w:rsidR="00A61BDA">
          <w:rPr>
            <w:noProof/>
            <w:webHidden/>
          </w:rPr>
          <w:fldChar w:fldCharType="separate"/>
        </w:r>
        <w:r w:rsidR="00A61BDA">
          <w:rPr>
            <w:noProof/>
            <w:webHidden/>
          </w:rPr>
          <w:t>12</w:t>
        </w:r>
        <w:r w:rsidR="00A61BDA">
          <w:rPr>
            <w:noProof/>
            <w:webHidden/>
          </w:rPr>
          <w:fldChar w:fldCharType="end"/>
        </w:r>
      </w:hyperlink>
    </w:p>
    <w:p w14:paraId="12DDABD0" w14:textId="33F17AFD"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0" w:history="1">
        <w:r w:rsidR="00A61BDA" w:rsidRPr="009E1F70">
          <w:rPr>
            <w:rStyle w:val="Lienhypertexte"/>
            <w:noProof/>
          </w:rPr>
          <w:t>8.3 disponibilité annuelle standard d’un Accès</w:t>
        </w:r>
        <w:r w:rsidR="00A61BDA">
          <w:rPr>
            <w:noProof/>
            <w:webHidden/>
          </w:rPr>
          <w:tab/>
        </w:r>
        <w:r w:rsidR="00A61BDA">
          <w:rPr>
            <w:noProof/>
            <w:webHidden/>
          </w:rPr>
          <w:fldChar w:fldCharType="begin"/>
        </w:r>
        <w:r w:rsidR="00A61BDA">
          <w:rPr>
            <w:noProof/>
            <w:webHidden/>
          </w:rPr>
          <w:instrText xml:space="preserve"> PAGEREF _Toc124414210 \h </w:instrText>
        </w:r>
        <w:r w:rsidR="00A61BDA">
          <w:rPr>
            <w:noProof/>
            <w:webHidden/>
          </w:rPr>
        </w:r>
        <w:r w:rsidR="00A61BDA">
          <w:rPr>
            <w:noProof/>
            <w:webHidden/>
          </w:rPr>
          <w:fldChar w:fldCharType="separate"/>
        </w:r>
        <w:r w:rsidR="00A61BDA">
          <w:rPr>
            <w:noProof/>
            <w:webHidden/>
          </w:rPr>
          <w:t>12</w:t>
        </w:r>
        <w:r w:rsidR="00A61BDA">
          <w:rPr>
            <w:noProof/>
            <w:webHidden/>
          </w:rPr>
          <w:fldChar w:fldCharType="end"/>
        </w:r>
      </w:hyperlink>
    </w:p>
    <w:p w14:paraId="5D150D79" w14:textId="54AA3B7C"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1" w:history="1">
        <w:r w:rsidR="00A61BDA" w:rsidRPr="009E1F70">
          <w:rPr>
            <w:rStyle w:val="Lienhypertexte"/>
            <w:noProof/>
          </w:rPr>
          <w:t>8.4 option de Garantie de Temps de Rétablissement S1 d’un Accès (GTR 4H S1)</w:t>
        </w:r>
        <w:r w:rsidR="00A61BDA">
          <w:rPr>
            <w:noProof/>
            <w:webHidden/>
          </w:rPr>
          <w:tab/>
        </w:r>
        <w:r w:rsidR="00A61BDA">
          <w:rPr>
            <w:noProof/>
            <w:webHidden/>
          </w:rPr>
          <w:fldChar w:fldCharType="begin"/>
        </w:r>
        <w:r w:rsidR="00A61BDA">
          <w:rPr>
            <w:noProof/>
            <w:webHidden/>
          </w:rPr>
          <w:instrText xml:space="preserve"> PAGEREF _Toc124414211 \h </w:instrText>
        </w:r>
        <w:r w:rsidR="00A61BDA">
          <w:rPr>
            <w:noProof/>
            <w:webHidden/>
          </w:rPr>
        </w:r>
        <w:r w:rsidR="00A61BDA">
          <w:rPr>
            <w:noProof/>
            <w:webHidden/>
          </w:rPr>
          <w:fldChar w:fldCharType="separate"/>
        </w:r>
        <w:r w:rsidR="00A61BDA">
          <w:rPr>
            <w:noProof/>
            <w:webHidden/>
          </w:rPr>
          <w:t>13</w:t>
        </w:r>
        <w:r w:rsidR="00A61BDA">
          <w:rPr>
            <w:noProof/>
            <w:webHidden/>
          </w:rPr>
          <w:fldChar w:fldCharType="end"/>
        </w:r>
      </w:hyperlink>
    </w:p>
    <w:p w14:paraId="0BB2BCAB" w14:textId="6ABAA46D"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2" w:history="1">
        <w:r w:rsidR="00A61BDA" w:rsidRPr="009E1F70">
          <w:rPr>
            <w:rStyle w:val="Lienhypertexte"/>
            <w:noProof/>
          </w:rPr>
          <w:t>8.5 conditions requises pour la mise en œuvre des engagements de VAR TRÈS HAUT DÉBIT</w:t>
        </w:r>
        <w:r w:rsidR="00A61BDA">
          <w:rPr>
            <w:noProof/>
            <w:webHidden/>
          </w:rPr>
          <w:tab/>
        </w:r>
        <w:r w:rsidR="00A61BDA">
          <w:rPr>
            <w:noProof/>
            <w:webHidden/>
          </w:rPr>
          <w:fldChar w:fldCharType="begin"/>
        </w:r>
        <w:r w:rsidR="00A61BDA">
          <w:rPr>
            <w:noProof/>
            <w:webHidden/>
          </w:rPr>
          <w:instrText xml:space="preserve"> PAGEREF _Toc124414212 \h </w:instrText>
        </w:r>
        <w:r w:rsidR="00A61BDA">
          <w:rPr>
            <w:noProof/>
            <w:webHidden/>
          </w:rPr>
        </w:r>
        <w:r w:rsidR="00A61BDA">
          <w:rPr>
            <w:noProof/>
            <w:webHidden/>
          </w:rPr>
          <w:fldChar w:fldCharType="separate"/>
        </w:r>
        <w:r w:rsidR="00A61BDA">
          <w:rPr>
            <w:noProof/>
            <w:webHidden/>
          </w:rPr>
          <w:t>13</w:t>
        </w:r>
        <w:r w:rsidR="00A61BDA">
          <w:rPr>
            <w:noProof/>
            <w:webHidden/>
          </w:rPr>
          <w:fldChar w:fldCharType="end"/>
        </w:r>
      </w:hyperlink>
    </w:p>
    <w:p w14:paraId="62FC9A33" w14:textId="58FA916D"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3" w:history="1">
        <w:r w:rsidR="00A61BDA" w:rsidRPr="009E1F70">
          <w:rPr>
            <w:rStyle w:val="Lienhypertexte"/>
            <w:noProof/>
          </w:rPr>
          <w:t>8.6 pénalités à la charge de VAR TRÈS HAUT DÉBIT</w:t>
        </w:r>
        <w:r w:rsidR="00A61BDA">
          <w:rPr>
            <w:noProof/>
            <w:webHidden/>
          </w:rPr>
          <w:tab/>
        </w:r>
        <w:r w:rsidR="00A61BDA">
          <w:rPr>
            <w:noProof/>
            <w:webHidden/>
          </w:rPr>
          <w:fldChar w:fldCharType="begin"/>
        </w:r>
        <w:r w:rsidR="00A61BDA">
          <w:rPr>
            <w:noProof/>
            <w:webHidden/>
          </w:rPr>
          <w:instrText xml:space="preserve"> PAGEREF _Toc124414213 \h </w:instrText>
        </w:r>
        <w:r w:rsidR="00A61BDA">
          <w:rPr>
            <w:noProof/>
            <w:webHidden/>
          </w:rPr>
        </w:r>
        <w:r w:rsidR="00A61BDA">
          <w:rPr>
            <w:noProof/>
            <w:webHidden/>
          </w:rPr>
          <w:fldChar w:fldCharType="separate"/>
        </w:r>
        <w:r w:rsidR="00A61BDA">
          <w:rPr>
            <w:noProof/>
            <w:webHidden/>
          </w:rPr>
          <w:t>14</w:t>
        </w:r>
        <w:r w:rsidR="00A61BDA">
          <w:rPr>
            <w:noProof/>
            <w:webHidden/>
          </w:rPr>
          <w:fldChar w:fldCharType="end"/>
        </w:r>
      </w:hyperlink>
    </w:p>
    <w:p w14:paraId="0FB48B92" w14:textId="5F20B3BB" w:rsidR="00A61BDA" w:rsidRDefault="00557C24">
      <w:pPr>
        <w:pStyle w:val="TM1"/>
        <w:rPr>
          <w:rFonts w:asciiTheme="minorHAnsi" w:eastAsiaTheme="minorEastAsia" w:hAnsiTheme="minorHAnsi" w:cstheme="minorBidi"/>
          <w:b w:val="0"/>
          <w:bCs w:val="0"/>
          <w:caps w:val="0"/>
          <w:kern w:val="0"/>
          <w:sz w:val="22"/>
          <w:szCs w:val="22"/>
        </w:rPr>
      </w:pPr>
      <w:hyperlink w:anchor="_Toc124414214" w:history="1">
        <w:r w:rsidR="00A61BDA" w:rsidRPr="009E1F70">
          <w:rPr>
            <w:rStyle w:val="Lienhypertexte"/>
          </w:rPr>
          <w:t>article 9 - modifications de l’Offre</w:t>
        </w:r>
        <w:r w:rsidR="00A61BDA">
          <w:rPr>
            <w:webHidden/>
          </w:rPr>
          <w:tab/>
        </w:r>
        <w:r w:rsidR="00A61BDA">
          <w:rPr>
            <w:webHidden/>
          </w:rPr>
          <w:fldChar w:fldCharType="begin"/>
        </w:r>
        <w:r w:rsidR="00A61BDA">
          <w:rPr>
            <w:webHidden/>
          </w:rPr>
          <w:instrText xml:space="preserve"> PAGEREF _Toc124414214 \h </w:instrText>
        </w:r>
        <w:r w:rsidR="00A61BDA">
          <w:rPr>
            <w:webHidden/>
          </w:rPr>
        </w:r>
        <w:r w:rsidR="00A61BDA">
          <w:rPr>
            <w:webHidden/>
          </w:rPr>
          <w:fldChar w:fldCharType="separate"/>
        </w:r>
        <w:r w:rsidR="00A61BDA">
          <w:rPr>
            <w:webHidden/>
          </w:rPr>
          <w:t>14</w:t>
        </w:r>
        <w:r w:rsidR="00A61BDA">
          <w:rPr>
            <w:webHidden/>
          </w:rPr>
          <w:fldChar w:fldCharType="end"/>
        </w:r>
      </w:hyperlink>
    </w:p>
    <w:p w14:paraId="1C5B08E1" w14:textId="75A585E6"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5" w:history="1">
        <w:r w:rsidR="00A61BDA" w:rsidRPr="009E1F70">
          <w:rPr>
            <w:rStyle w:val="Lienhypertexte"/>
            <w:noProof/>
          </w:rPr>
          <w:t>9.1 cas particulier du déménagement du site Client Final</w:t>
        </w:r>
        <w:r w:rsidR="00A61BDA">
          <w:rPr>
            <w:noProof/>
            <w:webHidden/>
          </w:rPr>
          <w:tab/>
        </w:r>
        <w:r w:rsidR="00A61BDA">
          <w:rPr>
            <w:noProof/>
            <w:webHidden/>
          </w:rPr>
          <w:fldChar w:fldCharType="begin"/>
        </w:r>
        <w:r w:rsidR="00A61BDA">
          <w:rPr>
            <w:noProof/>
            <w:webHidden/>
          </w:rPr>
          <w:instrText xml:space="preserve"> PAGEREF _Toc124414215 \h </w:instrText>
        </w:r>
        <w:r w:rsidR="00A61BDA">
          <w:rPr>
            <w:noProof/>
            <w:webHidden/>
          </w:rPr>
        </w:r>
        <w:r w:rsidR="00A61BDA">
          <w:rPr>
            <w:noProof/>
            <w:webHidden/>
          </w:rPr>
          <w:fldChar w:fldCharType="separate"/>
        </w:r>
        <w:r w:rsidR="00A61BDA">
          <w:rPr>
            <w:noProof/>
            <w:webHidden/>
          </w:rPr>
          <w:t>15</w:t>
        </w:r>
        <w:r w:rsidR="00A61BDA">
          <w:rPr>
            <w:noProof/>
            <w:webHidden/>
          </w:rPr>
          <w:fldChar w:fldCharType="end"/>
        </w:r>
      </w:hyperlink>
    </w:p>
    <w:p w14:paraId="6B7052FD" w14:textId="02C1CBBA"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6" w:history="1">
        <w:r w:rsidR="00A61BDA" w:rsidRPr="009E1F70">
          <w:rPr>
            <w:rStyle w:val="Lienhypertexte"/>
            <w:noProof/>
          </w:rPr>
          <w:t>9.2 cas particulier du déplacement de l’extrémité de l’Accès sur le même site Client Final</w:t>
        </w:r>
        <w:r w:rsidR="00A61BDA">
          <w:rPr>
            <w:noProof/>
            <w:webHidden/>
          </w:rPr>
          <w:tab/>
        </w:r>
        <w:r w:rsidR="00A61BDA">
          <w:rPr>
            <w:noProof/>
            <w:webHidden/>
          </w:rPr>
          <w:fldChar w:fldCharType="begin"/>
        </w:r>
        <w:r w:rsidR="00A61BDA">
          <w:rPr>
            <w:noProof/>
            <w:webHidden/>
          </w:rPr>
          <w:instrText xml:space="preserve"> PAGEREF _Toc124414216 \h </w:instrText>
        </w:r>
        <w:r w:rsidR="00A61BDA">
          <w:rPr>
            <w:noProof/>
            <w:webHidden/>
          </w:rPr>
        </w:r>
        <w:r w:rsidR="00A61BDA">
          <w:rPr>
            <w:noProof/>
            <w:webHidden/>
          </w:rPr>
          <w:fldChar w:fldCharType="separate"/>
        </w:r>
        <w:r w:rsidR="00A61BDA">
          <w:rPr>
            <w:noProof/>
            <w:webHidden/>
          </w:rPr>
          <w:t>15</w:t>
        </w:r>
        <w:r w:rsidR="00A61BDA">
          <w:rPr>
            <w:noProof/>
            <w:webHidden/>
          </w:rPr>
          <w:fldChar w:fldCharType="end"/>
        </w:r>
      </w:hyperlink>
    </w:p>
    <w:p w14:paraId="4F2C970A" w14:textId="7291A589" w:rsidR="00A61BDA" w:rsidRDefault="00557C24">
      <w:pPr>
        <w:pStyle w:val="TM1"/>
        <w:rPr>
          <w:rFonts w:asciiTheme="minorHAnsi" w:eastAsiaTheme="minorEastAsia" w:hAnsiTheme="minorHAnsi" w:cstheme="minorBidi"/>
          <w:b w:val="0"/>
          <w:bCs w:val="0"/>
          <w:caps w:val="0"/>
          <w:kern w:val="0"/>
          <w:sz w:val="22"/>
          <w:szCs w:val="22"/>
        </w:rPr>
      </w:pPr>
      <w:hyperlink w:anchor="_Toc124414217" w:history="1">
        <w:r w:rsidR="00A61BDA" w:rsidRPr="009E1F70">
          <w:rPr>
            <w:rStyle w:val="Lienhypertexte"/>
          </w:rPr>
          <w:t>article 10 - centralisation des commandes et de la gestion</w:t>
        </w:r>
        <w:r w:rsidR="00A61BDA">
          <w:rPr>
            <w:webHidden/>
          </w:rPr>
          <w:tab/>
        </w:r>
        <w:r w:rsidR="00A61BDA">
          <w:rPr>
            <w:webHidden/>
          </w:rPr>
          <w:fldChar w:fldCharType="begin"/>
        </w:r>
        <w:r w:rsidR="00A61BDA">
          <w:rPr>
            <w:webHidden/>
          </w:rPr>
          <w:instrText xml:space="preserve"> PAGEREF _Toc124414217 \h </w:instrText>
        </w:r>
        <w:r w:rsidR="00A61BDA">
          <w:rPr>
            <w:webHidden/>
          </w:rPr>
        </w:r>
        <w:r w:rsidR="00A61BDA">
          <w:rPr>
            <w:webHidden/>
          </w:rPr>
          <w:fldChar w:fldCharType="separate"/>
        </w:r>
        <w:r w:rsidR="00A61BDA">
          <w:rPr>
            <w:webHidden/>
          </w:rPr>
          <w:t>15</w:t>
        </w:r>
        <w:r w:rsidR="00A61BDA">
          <w:rPr>
            <w:webHidden/>
          </w:rPr>
          <w:fldChar w:fldCharType="end"/>
        </w:r>
      </w:hyperlink>
    </w:p>
    <w:p w14:paraId="7CAB4075" w14:textId="11960EB1" w:rsidR="00A61BDA" w:rsidRDefault="00557C24">
      <w:pPr>
        <w:pStyle w:val="TM1"/>
        <w:rPr>
          <w:rFonts w:asciiTheme="minorHAnsi" w:eastAsiaTheme="minorEastAsia" w:hAnsiTheme="minorHAnsi" w:cstheme="minorBidi"/>
          <w:b w:val="0"/>
          <w:bCs w:val="0"/>
          <w:caps w:val="0"/>
          <w:kern w:val="0"/>
          <w:sz w:val="22"/>
          <w:szCs w:val="22"/>
        </w:rPr>
      </w:pPr>
      <w:hyperlink w:anchor="_Toc124414218" w:history="1">
        <w:r w:rsidR="00A61BDA" w:rsidRPr="009E1F70">
          <w:rPr>
            <w:rStyle w:val="Lienhypertexte"/>
          </w:rPr>
          <w:t>article 11 - évolution du réseau de VAR TRÈS HAUT DÉBIT</w:t>
        </w:r>
        <w:r w:rsidR="00A61BDA">
          <w:rPr>
            <w:webHidden/>
          </w:rPr>
          <w:tab/>
        </w:r>
        <w:r w:rsidR="00A61BDA">
          <w:rPr>
            <w:webHidden/>
          </w:rPr>
          <w:fldChar w:fldCharType="begin"/>
        </w:r>
        <w:r w:rsidR="00A61BDA">
          <w:rPr>
            <w:webHidden/>
          </w:rPr>
          <w:instrText xml:space="preserve"> PAGEREF _Toc124414218 \h </w:instrText>
        </w:r>
        <w:r w:rsidR="00A61BDA">
          <w:rPr>
            <w:webHidden/>
          </w:rPr>
        </w:r>
        <w:r w:rsidR="00A61BDA">
          <w:rPr>
            <w:webHidden/>
          </w:rPr>
          <w:fldChar w:fldCharType="separate"/>
        </w:r>
        <w:r w:rsidR="00A61BDA">
          <w:rPr>
            <w:webHidden/>
          </w:rPr>
          <w:t>15</w:t>
        </w:r>
        <w:r w:rsidR="00A61BDA">
          <w:rPr>
            <w:webHidden/>
          </w:rPr>
          <w:fldChar w:fldCharType="end"/>
        </w:r>
      </w:hyperlink>
    </w:p>
    <w:p w14:paraId="50D4C2F0" w14:textId="7D615547"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19" w:history="1">
        <w:r w:rsidR="00A61BDA" w:rsidRPr="009E1F70">
          <w:rPr>
            <w:rStyle w:val="Lienhypertexte"/>
            <w:noProof/>
          </w:rPr>
          <w:t>11.1 modifications des conditions de fourniture</w:t>
        </w:r>
        <w:r w:rsidR="00A61BDA">
          <w:rPr>
            <w:noProof/>
            <w:webHidden/>
          </w:rPr>
          <w:tab/>
        </w:r>
        <w:r w:rsidR="00A61BDA">
          <w:rPr>
            <w:noProof/>
            <w:webHidden/>
          </w:rPr>
          <w:fldChar w:fldCharType="begin"/>
        </w:r>
        <w:r w:rsidR="00A61BDA">
          <w:rPr>
            <w:noProof/>
            <w:webHidden/>
          </w:rPr>
          <w:instrText xml:space="preserve"> PAGEREF _Toc124414219 \h </w:instrText>
        </w:r>
        <w:r w:rsidR="00A61BDA">
          <w:rPr>
            <w:noProof/>
            <w:webHidden/>
          </w:rPr>
        </w:r>
        <w:r w:rsidR="00A61BDA">
          <w:rPr>
            <w:noProof/>
            <w:webHidden/>
          </w:rPr>
          <w:fldChar w:fldCharType="separate"/>
        </w:r>
        <w:r w:rsidR="00A61BDA">
          <w:rPr>
            <w:noProof/>
            <w:webHidden/>
          </w:rPr>
          <w:t>15</w:t>
        </w:r>
        <w:r w:rsidR="00A61BDA">
          <w:rPr>
            <w:noProof/>
            <w:webHidden/>
          </w:rPr>
          <w:fldChar w:fldCharType="end"/>
        </w:r>
      </w:hyperlink>
    </w:p>
    <w:p w14:paraId="0D47438A" w14:textId="785D398E"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20" w:history="1">
        <w:r w:rsidR="00A61BDA" w:rsidRPr="009E1F70">
          <w:rPr>
            <w:rStyle w:val="Lienhypertexte"/>
            <w:noProof/>
          </w:rPr>
          <w:t>L’Opérateur reconnaît que les réseaux de télécommunications de VAR TRÈS HAUT DÉBIT peuvent faire l'objet d'évolutions par VAR TRÈS HAUT DÉBIT susceptibles de modifier les caractéristiques de l’Offre fournie au titre du Contrat. A cet égard, les règles générales d'évolutions des réseaux de VAR TRÈS HAUT DÉBIT sont précisées sur l’Espace Opérateurs, l’Opérateur reconnaissant expressément l'application pleine et entière de ces dispositions.</w:t>
        </w:r>
        <w:r w:rsidR="00A61BDA">
          <w:rPr>
            <w:noProof/>
            <w:webHidden/>
          </w:rPr>
          <w:tab/>
        </w:r>
        <w:r w:rsidR="00A61BDA">
          <w:rPr>
            <w:noProof/>
            <w:webHidden/>
          </w:rPr>
          <w:fldChar w:fldCharType="begin"/>
        </w:r>
        <w:r w:rsidR="00A61BDA">
          <w:rPr>
            <w:noProof/>
            <w:webHidden/>
          </w:rPr>
          <w:instrText xml:space="preserve"> PAGEREF _Toc124414220 \h </w:instrText>
        </w:r>
        <w:r w:rsidR="00A61BDA">
          <w:rPr>
            <w:noProof/>
            <w:webHidden/>
          </w:rPr>
        </w:r>
        <w:r w:rsidR="00A61BDA">
          <w:rPr>
            <w:noProof/>
            <w:webHidden/>
          </w:rPr>
          <w:fldChar w:fldCharType="separate"/>
        </w:r>
        <w:r w:rsidR="00A61BDA">
          <w:rPr>
            <w:noProof/>
            <w:webHidden/>
          </w:rPr>
          <w:t>15</w:t>
        </w:r>
        <w:r w:rsidR="00A61BDA">
          <w:rPr>
            <w:noProof/>
            <w:webHidden/>
          </w:rPr>
          <w:fldChar w:fldCharType="end"/>
        </w:r>
      </w:hyperlink>
    </w:p>
    <w:p w14:paraId="01F6AA27" w14:textId="302730FE"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21" w:history="1">
        <w:r w:rsidR="00A61BDA" w:rsidRPr="009E1F70">
          <w:rPr>
            <w:rStyle w:val="Lienhypertexte"/>
            <w:noProof/>
          </w:rPr>
          <w:t>11.2 fermeture d'un NRO</w:t>
        </w:r>
        <w:r w:rsidR="00A61BDA">
          <w:rPr>
            <w:noProof/>
            <w:webHidden/>
          </w:rPr>
          <w:tab/>
        </w:r>
        <w:r w:rsidR="00A61BDA">
          <w:rPr>
            <w:noProof/>
            <w:webHidden/>
          </w:rPr>
          <w:fldChar w:fldCharType="begin"/>
        </w:r>
        <w:r w:rsidR="00A61BDA">
          <w:rPr>
            <w:noProof/>
            <w:webHidden/>
          </w:rPr>
          <w:instrText xml:space="preserve"> PAGEREF _Toc124414221 \h </w:instrText>
        </w:r>
        <w:r w:rsidR="00A61BDA">
          <w:rPr>
            <w:noProof/>
            <w:webHidden/>
          </w:rPr>
        </w:r>
        <w:r w:rsidR="00A61BDA">
          <w:rPr>
            <w:noProof/>
            <w:webHidden/>
          </w:rPr>
          <w:fldChar w:fldCharType="separate"/>
        </w:r>
        <w:r w:rsidR="00A61BDA">
          <w:rPr>
            <w:noProof/>
            <w:webHidden/>
          </w:rPr>
          <w:t>15</w:t>
        </w:r>
        <w:r w:rsidR="00A61BDA">
          <w:rPr>
            <w:noProof/>
            <w:webHidden/>
          </w:rPr>
          <w:fldChar w:fldCharType="end"/>
        </w:r>
      </w:hyperlink>
    </w:p>
    <w:p w14:paraId="6EEA434D" w14:textId="2EEEF7E2" w:rsidR="00A61BDA" w:rsidRDefault="00557C24">
      <w:pPr>
        <w:pStyle w:val="TM1"/>
        <w:rPr>
          <w:rFonts w:asciiTheme="minorHAnsi" w:eastAsiaTheme="minorEastAsia" w:hAnsiTheme="minorHAnsi" w:cstheme="minorBidi"/>
          <w:b w:val="0"/>
          <w:bCs w:val="0"/>
          <w:caps w:val="0"/>
          <w:kern w:val="0"/>
          <w:sz w:val="22"/>
          <w:szCs w:val="22"/>
        </w:rPr>
      </w:pPr>
      <w:hyperlink w:anchor="_Toc124414222" w:history="1">
        <w:r w:rsidR="00A61BDA" w:rsidRPr="009E1F70">
          <w:rPr>
            <w:rStyle w:val="Lienhypertexte"/>
          </w:rPr>
          <w:t>article 12 - durée et date d’effet</w:t>
        </w:r>
        <w:r w:rsidR="00A61BDA">
          <w:rPr>
            <w:webHidden/>
          </w:rPr>
          <w:tab/>
        </w:r>
        <w:r w:rsidR="00A61BDA">
          <w:rPr>
            <w:webHidden/>
          </w:rPr>
          <w:fldChar w:fldCharType="begin"/>
        </w:r>
        <w:r w:rsidR="00A61BDA">
          <w:rPr>
            <w:webHidden/>
          </w:rPr>
          <w:instrText xml:space="preserve"> PAGEREF _Toc124414222 \h </w:instrText>
        </w:r>
        <w:r w:rsidR="00A61BDA">
          <w:rPr>
            <w:webHidden/>
          </w:rPr>
        </w:r>
        <w:r w:rsidR="00A61BDA">
          <w:rPr>
            <w:webHidden/>
          </w:rPr>
          <w:fldChar w:fldCharType="separate"/>
        </w:r>
        <w:r w:rsidR="00A61BDA">
          <w:rPr>
            <w:webHidden/>
          </w:rPr>
          <w:t>16</w:t>
        </w:r>
        <w:r w:rsidR="00A61BDA">
          <w:rPr>
            <w:webHidden/>
          </w:rPr>
          <w:fldChar w:fldCharType="end"/>
        </w:r>
      </w:hyperlink>
    </w:p>
    <w:p w14:paraId="2C24D677" w14:textId="6D863A4B" w:rsidR="00A61BDA" w:rsidRDefault="00557C24">
      <w:pPr>
        <w:pStyle w:val="TM1"/>
        <w:rPr>
          <w:rFonts w:asciiTheme="minorHAnsi" w:eastAsiaTheme="minorEastAsia" w:hAnsiTheme="minorHAnsi" w:cstheme="minorBidi"/>
          <w:b w:val="0"/>
          <w:bCs w:val="0"/>
          <w:caps w:val="0"/>
          <w:kern w:val="0"/>
          <w:sz w:val="22"/>
          <w:szCs w:val="22"/>
        </w:rPr>
      </w:pPr>
      <w:hyperlink w:anchor="_Toc124414223" w:history="1">
        <w:r w:rsidR="00A61BDA" w:rsidRPr="009E1F70">
          <w:rPr>
            <w:rStyle w:val="Lienhypertexte"/>
          </w:rPr>
          <w:t>article 13 - prix et facturation</w:t>
        </w:r>
        <w:r w:rsidR="00A61BDA">
          <w:rPr>
            <w:webHidden/>
          </w:rPr>
          <w:tab/>
        </w:r>
        <w:r w:rsidR="00A61BDA">
          <w:rPr>
            <w:webHidden/>
          </w:rPr>
          <w:fldChar w:fldCharType="begin"/>
        </w:r>
        <w:r w:rsidR="00A61BDA">
          <w:rPr>
            <w:webHidden/>
          </w:rPr>
          <w:instrText xml:space="preserve"> PAGEREF _Toc124414223 \h </w:instrText>
        </w:r>
        <w:r w:rsidR="00A61BDA">
          <w:rPr>
            <w:webHidden/>
          </w:rPr>
        </w:r>
        <w:r w:rsidR="00A61BDA">
          <w:rPr>
            <w:webHidden/>
          </w:rPr>
          <w:fldChar w:fldCharType="separate"/>
        </w:r>
        <w:r w:rsidR="00A61BDA">
          <w:rPr>
            <w:webHidden/>
          </w:rPr>
          <w:t>16</w:t>
        </w:r>
        <w:r w:rsidR="00A61BDA">
          <w:rPr>
            <w:webHidden/>
          </w:rPr>
          <w:fldChar w:fldCharType="end"/>
        </w:r>
      </w:hyperlink>
    </w:p>
    <w:p w14:paraId="1C445698" w14:textId="2B8EB9C7" w:rsidR="00A61BDA" w:rsidRDefault="00557C24">
      <w:pPr>
        <w:pStyle w:val="TM1"/>
        <w:rPr>
          <w:rFonts w:asciiTheme="minorHAnsi" w:eastAsiaTheme="minorEastAsia" w:hAnsiTheme="minorHAnsi" w:cstheme="minorBidi"/>
          <w:b w:val="0"/>
          <w:bCs w:val="0"/>
          <w:caps w:val="0"/>
          <w:kern w:val="0"/>
          <w:sz w:val="22"/>
          <w:szCs w:val="22"/>
        </w:rPr>
      </w:pPr>
      <w:hyperlink w:anchor="_Toc124414224" w:history="1">
        <w:r w:rsidR="00A61BDA" w:rsidRPr="009E1F70">
          <w:rPr>
            <w:rStyle w:val="Lienhypertexte"/>
          </w:rPr>
          <w:t>article 14 - résiliation</w:t>
        </w:r>
        <w:r w:rsidR="00A61BDA">
          <w:rPr>
            <w:webHidden/>
          </w:rPr>
          <w:tab/>
        </w:r>
        <w:r w:rsidR="00A61BDA">
          <w:rPr>
            <w:webHidden/>
          </w:rPr>
          <w:fldChar w:fldCharType="begin"/>
        </w:r>
        <w:r w:rsidR="00A61BDA">
          <w:rPr>
            <w:webHidden/>
          </w:rPr>
          <w:instrText xml:space="preserve"> PAGEREF _Toc124414224 \h </w:instrText>
        </w:r>
        <w:r w:rsidR="00A61BDA">
          <w:rPr>
            <w:webHidden/>
          </w:rPr>
        </w:r>
        <w:r w:rsidR="00A61BDA">
          <w:rPr>
            <w:webHidden/>
          </w:rPr>
          <w:fldChar w:fldCharType="separate"/>
        </w:r>
        <w:r w:rsidR="00A61BDA">
          <w:rPr>
            <w:webHidden/>
          </w:rPr>
          <w:t>16</w:t>
        </w:r>
        <w:r w:rsidR="00A61BDA">
          <w:rPr>
            <w:webHidden/>
          </w:rPr>
          <w:fldChar w:fldCharType="end"/>
        </w:r>
      </w:hyperlink>
    </w:p>
    <w:p w14:paraId="04BAC403" w14:textId="1ABBFD47"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25" w:history="1">
        <w:r w:rsidR="00A61BDA" w:rsidRPr="009E1F70">
          <w:rPr>
            <w:rStyle w:val="Lienhypertexte"/>
            <w:noProof/>
          </w:rPr>
          <w:t>14.1 résiliation du Contrat</w:t>
        </w:r>
        <w:r w:rsidR="00A61BDA">
          <w:rPr>
            <w:noProof/>
            <w:webHidden/>
          </w:rPr>
          <w:tab/>
        </w:r>
        <w:r w:rsidR="00A61BDA">
          <w:rPr>
            <w:noProof/>
            <w:webHidden/>
          </w:rPr>
          <w:fldChar w:fldCharType="begin"/>
        </w:r>
        <w:r w:rsidR="00A61BDA">
          <w:rPr>
            <w:noProof/>
            <w:webHidden/>
          </w:rPr>
          <w:instrText xml:space="preserve"> PAGEREF _Toc124414225 \h </w:instrText>
        </w:r>
        <w:r w:rsidR="00A61BDA">
          <w:rPr>
            <w:noProof/>
            <w:webHidden/>
          </w:rPr>
        </w:r>
        <w:r w:rsidR="00A61BDA">
          <w:rPr>
            <w:noProof/>
            <w:webHidden/>
          </w:rPr>
          <w:fldChar w:fldCharType="separate"/>
        </w:r>
        <w:r w:rsidR="00A61BDA">
          <w:rPr>
            <w:noProof/>
            <w:webHidden/>
          </w:rPr>
          <w:t>16</w:t>
        </w:r>
        <w:r w:rsidR="00A61BDA">
          <w:rPr>
            <w:noProof/>
            <w:webHidden/>
          </w:rPr>
          <w:fldChar w:fldCharType="end"/>
        </w:r>
      </w:hyperlink>
    </w:p>
    <w:p w14:paraId="0BFE62D0" w14:textId="3239D49A"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26" w:history="1">
        <w:r w:rsidR="00A61BDA" w:rsidRPr="009E1F70">
          <w:rPr>
            <w:rStyle w:val="Lienhypertexte"/>
            <w:noProof/>
          </w:rPr>
          <w:t>14.2 résiliation d’un Accès avant la date de mise à disposition effective</w:t>
        </w:r>
        <w:r w:rsidR="00A61BDA">
          <w:rPr>
            <w:noProof/>
            <w:webHidden/>
          </w:rPr>
          <w:tab/>
        </w:r>
        <w:r w:rsidR="00A61BDA">
          <w:rPr>
            <w:noProof/>
            <w:webHidden/>
          </w:rPr>
          <w:fldChar w:fldCharType="begin"/>
        </w:r>
        <w:r w:rsidR="00A61BDA">
          <w:rPr>
            <w:noProof/>
            <w:webHidden/>
          </w:rPr>
          <w:instrText xml:space="preserve"> PAGEREF _Toc124414226 \h </w:instrText>
        </w:r>
        <w:r w:rsidR="00A61BDA">
          <w:rPr>
            <w:noProof/>
            <w:webHidden/>
          </w:rPr>
        </w:r>
        <w:r w:rsidR="00A61BDA">
          <w:rPr>
            <w:noProof/>
            <w:webHidden/>
          </w:rPr>
          <w:fldChar w:fldCharType="separate"/>
        </w:r>
        <w:r w:rsidR="00A61BDA">
          <w:rPr>
            <w:noProof/>
            <w:webHidden/>
          </w:rPr>
          <w:t>16</w:t>
        </w:r>
        <w:r w:rsidR="00A61BDA">
          <w:rPr>
            <w:noProof/>
            <w:webHidden/>
          </w:rPr>
          <w:fldChar w:fldCharType="end"/>
        </w:r>
      </w:hyperlink>
    </w:p>
    <w:p w14:paraId="3921701F" w14:textId="00024688" w:rsidR="00A61BDA" w:rsidRDefault="00557C24">
      <w:pPr>
        <w:pStyle w:val="TM2"/>
        <w:tabs>
          <w:tab w:val="right" w:leader="dot" w:pos="9854"/>
        </w:tabs>
        <w:rPr>
          <w:rFonts w:asciiTheme="minorHAnsi" w:eastAsiaTheme="minorEastAsia" w:hAnsiTheme="minorHAnsi" w:cstheme="minorBidi"/>
          <w:smallCaps w:val="0"/>
          <w:noProof/>
          <w:sz w:val="22"/>
          <w:szCs w:val="22"/>
        </w:rPr>
      </w:pPr>
      <w:hyperlink w:anchor="_Toc124414227" w:history="1">
        <w:r w:rsidR="00A61BDA" w:rsidRPr="009E1F70">
          <w:rPr>
            <w:rStyle w:val="Lienhypertexte"/>
            <w:noProof/>
          </w:rPr>
          <w:t>14.3 résiliation d’un Accès après la date de mise à disposition effective</w:t>
        </w:r>
        <w:r w:rsidR="00A61BDA">
          <w:rPr>
            <w:noProof/>
            <w:webHidden/>
          </w:rPr>
          <w:tab/>
        </w:r>
        <w:r w:rsidR="00A61BDA">
          <w:rPr>
            <w:noProof/>
            <w:webHidden/>
          </w:rPr>
          <w:fldChar w:fldCharType="begin"/>
        </w:r>
        <w:r w:rsidR="00A61BDA">
          <w:rPr>
            <w:noProof/>
            <w:webHidden/>
          </w:rPr>
          <w:instrText xml:space="preserve"> PAGEREF _Toc124414227 \h </w:instrText>
        </w:r>
        <w:r w:rsidR="00A61BDA">
          <w:rPr>
            <w:noProof/>
            <w:webHidden/>
          </w:rPr>
        </w:r>
        <w:r w:rsidR="00A61BDA">
          <w:rPr>
            <w:noProof/>
            <w:webHidden/>
          </w:rPr>
          <w:fldChar w:fldCharType="separate"/>
        </w:r>
        <w:r w:rsidR="00A61BDA">
          <w:rPr>
            <w:noProof/>
            <w:webHidden/>
          </w:rPr>
          <w:t>17</w:t>
        </w:r>
        <w:r w:rsidR="00A61BDA">
          <w:rPr>
            <w:noProof/>
            <w:webHidden/>
          </w:rPr>
          <w:fldChar w:fldCharType="end"/>
        </w:r>
      </w:hyperlink>
    </w:p>
    <w:p w14:paraId="29C71724" w14:textId="52D735B2" w:rsidR="003B4FDD" w:rsidRPr="0037783A" w:rsidRDefault="00F735FD" w:rsidP="00F2655C">
      <w:pPr>
        <w:pStyle w:val="StyleHelvetica55Roman18ptOrangeJustifi"/>
        <w:rPr>
          <w:b/>
          <w:bCs/>
          <w:color w:val="auto"/>
        </w:rPr>
      </w:pPr>
      <w:r w:rsidRPr="001F4234">
        <w:rPr>
          <w:rFonts w:cs="Arial"/>
          <w:b/>
          <w:bCs/>
          <w:caps/>
          <w:color w:val="auto"/>
          <w:sz w:val="20"/>
          <w:szCs w:val="28"/>
        </w:rPr>
        <w:fldChar w:fldCharType="end"/>
      </w:r>
      <w:r w:rsidR="00F81B34" w:rsidRPr="001F4234">
        <w:rPr>
          <w:rFonts w:cs="Arial"/>
          <w:sz w:val="28"/>
          <w:szCs w:val="28"/>
        </w:rPr>
        <w:br w:type="page"/>
      </w:r>
      <w:r w:rsidR="00FB5E95" w:rsidRPr="0037783A">
        <w:rPr>
          <w:rFonts w:cs="Arial"/>
          <w:b/>
          <w:bCs/>
          <w:color w:val="auto"/>
          <w:sz w:val="28"/>
          <w:szCs w:val="28"/>
        </w:rPr>
        <w:lastRenderedPageBreak/>
        <w:t>Liste des annexes</w:t>
      </w:r>
    </w:p>
    <w:p w14:paraId="55CF7C65" w14:textId="77777777" w:rsidR="00AC356C" w:rsidRPr="0037783A" w:rsidRDefault="00A9465A" w:rsidP="00E552F8">
      <w:pPr>
        <w:spacing w:before="120"/>
        <w:jc w:val="both"/>
        <w:rPr>
          <w:rFonts w:eastAsia="Calibri" w:cs="Arial"/>
          <w:szCs w:val="20"/>
        </w:rPr>
      </w:pPr>
      <w:r w:rsidRPr="0037783A">
        <w:rPr>
          <w:rFonts w:eastAsia="Calibri" w:cs="Arial"/>
          <w:szCs w:val="20"/>
        </w:rPr>
        <w:t>Annexe</w:t>
      </w:r>
      <w:r w:rsidR="00AC356C" w:rsidRPr="0037783A">
        <w:rPr>
          <w:rFonts w:eastAsia="Calibri" w:cs="Arial"/>
          <w:szCs w:val="20"/>
        </w:rPr>
        <w:t xml:space="preserve"> 1 – prix</w:t>
      </w:r>
      <w:r w:rsidR="00173CF5" w:rsidRPr="0037783A">
        <w:rPr>
          <w:rFonts w:eastAsia="Calibri" w:cs="Arial"/>
          <w:szCs w:val="20"/>
        </w:rPr>
        <w:t xml:space="preserve"> </w:t>
      </w:r>
    </w:p>
    <w:p w14:paraId="13E41100" w14:textId="77777777" w:rsidR="00AC356C" w:rsidRPr="0037783A" w:rsidRDefault="00A9465A" w:rsidP="00E552F8">
      <w:pPr>
        <w:spacing w:before="120"/>
        <w:jc w:val="both"/>
        <w:rPr>
          <w:rFonts w:eastAsia="Calibri" w:cs="Arial"/>
          <w:szCs w:val="20"/>
        </w:rPr>
      </w:pPr>
      <w:r w:rsidRPr="0037783A">
        <w:rPr>
          <w:rFonts w:eastAsia="Calibri" w:cs="Arial"/>
          <w:szCs w:val="20"/>
        </w:rPr>
        <w:t>Annexe</w:t>
      </w:r>
      <w:r w:rsidR="00AC356C" w:rsidRPr="0037783A">
        <w:rPr>
          <w:rFonts w:eastAsia="Calibri" w:cs="Arial"/>
          <w:szCs w:val="20"/>
        </w:rPr>
        <w:t xml:space="preserve"> 2 – pénalités</w:t>
      </w:r>
      <w:r w:rsidR="00173CF5" w:rsidRPr="0037783A">
        <w:rPr>
          <w:rFonts w:eastAsia="Calibri" w:cs="Arial"/>
          <w:szCs w:val="20"/>
        </w:rPr>
        <w:t xml:space="preserve"> </w:t>
      </w:r>
    </w:p>
    <w:p w14:paraId="2F6CEC77" w14:textId="77777777" w:rsidR="00AC356C" w:rsidRPr="0037783A" w:rsidRDefault="00A9465A" w:rsidP="00E552F8">
      <w:pPr>
        <w:spacing w:before="120"/>
        <w:jc w:val="both"/>
        <w:rPr>
          <w:rFonts w:eastAsia="Calibri" w:cs="Arial"/>
          <w:szCs w:val="20"/>
        </w:rPr>
      </w:pPr>
      <w:r w:rsidRPr="0037783A">
        <w:rPr>
          <w:rFonts w:eastAsia="Calibri" w:cs="Arial"/>
          <w:szCs w:val="20"/>
        </w:rPr>
        <w:t>Annexe</w:t>
      </w:r>
      <w:r w:rsidR="00AC356C" w:rsidRPr="0037783A">
        <w:rPr>
          <w:rFonts w:eastAsia="Calibri" w:cs="Arial"/>
          <w:szCs w:val="20"/>
        </w:rPr>
        <w:t xml:space="preserve"> </w:t>
      </w:r>
      <w:r w:rsidR="00FB5E95" w:rsidRPr="0037783A">
        <w:rPr>
          <w:rFonts w:eastAsia="Calibri" w:cs="Arial"/>
          <w:szCs w:val="20"/>
        </w:rPr>
        <w:t xml:space="preserve">3 </w:t>
      </w:r>
      <w:r w:rsidR="00AC356C" w:rsidRPr="0037783A">
        <w:rPr>
          <w:rFonts w:eastAsia="Calibri" w:cs="Arial"/>
          <w:szCs w:val="20"/>
        </w:rPr>
        <w:t>– modèle de fichier pour la fourniture des prévisions</w:t>
      </w:r>
    </w:p>
    <w:p w14:paraId="00B8654E" w14:textId="77777777" w:rsidR="005F21F5" w:rsidRPr="0037783A" w:rsidRDefault="00A9465A" w:rsidP="00E552F8">
      <w:pPr>
        <w:spacing w:before="120"/>
        <w:jc w:val="both"/>
        <w:rPr>
          <w:rFonts w:eastAsia="Calibri" w:cs="Arial"/>
          <w:szCs w:val="20"/>
        </w:rPr>
      </w:pPr>
      <w:r w:rsidRPr="0037783A">
        <w:rPr>
          <w:rFonts w:eastAsia="Calibri" w:cs="Arial"/>
          <w:szCs w:val="20"/>
        </w:rPr>
        <w:t>Annexe</w:t>
      </w:r>
      <w:r w:rsidR="00FB5E95" w:rsidRPr="0037783A">
        <w:rPr>
          <w:rFonts w:eastAsia="Calibri" w:cs="Arial"/>
          <w:szCs w:val="20"/>
        </w:rPr>
        <w:t xml:space="preserve"> 4 </w:t>
      </w:r>
      <w:r w:rsidR="00BC23A9" w:rsidRPr="0037783A">
        <w:rPr>
          <w:rFonts w:eastAsia="Calibri" w:cs="Arial"/>
          <w:szCs w:val="20"/>
        </w:rPr>
        <w:t>–</w:t>
      </w:r>
      <w:r w:rsidR="00FB5E95" w:rsidRPr="0037783A">
        <w:rPr>
          <w:rFonts w:eastAsia="Calibri" w:cs="Arial"/>
          <w:szCs w:val="20"/>
        </w:rPr>
        <w:t xml:space="preserve"> </w:t>
      </w:r>
      <w:r w:rsidR="00AC356C" w:rsidRPr="0037783A">
        <w:rPr>
          <w:rFonts w:eastAsia="Calibri" w:cs="Arial"/>
          <w:szCs w:val="20"/>
        </w:rPr>
        <w:t xml:space="preserve">STAS </w:t>
      </w:r>
    </w:p>
    <w:p w14:paraId="1EED0E6E" w14:textId="7FB94155" w:rsidR="0031402E" w:rsidRPr="0037783A" w:rsidRDefault="0005623D" w:rsidP="00A27F73">
      <w:pPr>
        <w:spacing w:before="120"/>
        <w:jc w:val="both"/>
        <w:rPr>
          <w:rFonts w:eastAsia="Calibri" w:cs="Arial"/>
          <w:szCs w:val="20"/>
        </w:rPr>
      </w:pPr>
      <w:r w:rsidRPr="0037783A">
        <w:rPr>
          <w:rFonts w:eastAsia="Calibri" w:cs="Arial"/>
          <w:szCs w:val="20"/>
        </w:rPr>
        <w:t xml:space="preserve">Annexe </w:t>
      </w:r>
      <w:r w:rsidR="00BF44EF" w:rsidRPr="0037783A">
        <w:rPr>
          <w:rFonts w:eastAsia="Calibri" w:cs="Arial"/>
          <w:szCs w:val="20"/>
        </w:rPr>
        <w:t>5</w:t>
      </w:r>
      <w:r w:rsidRPr="0037783A">
        <w:rPr>
          <w:rFonts w:eastAsia="Calibri" w:cs="Arial"/>
          <w:szCs w:val="20"/>
        </w:rPr>
        <w:t xml:space="preserve"> – Difficultés Exceptionnelles de Constructions (DEC)</w:t>
      </w:r>
    </w:p>
    <w:p w14:paraId="074F4ECE" w14:textId="77777777" w:rsidR="006174CD" w:rsidRPr="001F4234" w:rsidRDefault="006174CD" w:rsidP="00E552F8">
      <w:pPr>
        <w:jc w:val="both"/>
        <w:rPr>
          <w:rFonts w:eastAsia="Calibri" w:cs="Arial"/>
          <w:b/>
          <w:color w:val="FF6600"/>
          <w:szCs w:val="20"/>
        </w:rPr>
      </w:pPr>
    </w:p>
    <w:p w14:paraId="088EFB33" w14:textId="77777777" w:rsidR="001B7F90" w:rsidRPr="001F4234" w:rsidRDefault="001B7F90" w:rsidP="00E552F8">
      <w:pPr>
        <w:jc w:val="both"/>
        <w:rPr>
          <w:color w:val="FF66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37783A">
      <w:pPr>
        <w:pStyle w:val="Titre1"/>
      </w:pPr>
      <w:r w:rsidRPr="001F4234">
        <w:br w:type="column"/>
      </w:r>
      <w:bookmarkStart w:id="0" w:name="_Toc191241"/>
      <w:bookmarkStart w:id="1" w:name="_Toc124414189"/>
      <w:bookmarkStart w:id="2" w:name="_Toc446348782"/>
      <w:r w:rsidR="0078225C" w:rsidRPr="001F4234">
        <w:lastRenderedPageBreak/>
        <w:t>objet</w:t>
      </w:r>
      <w:bookmarkEnd w:id="0"/>
      <w:bookmarkEnd w:id="1"/>
    </w:p>
    <w:p w14:paraId="1F853856" w14:textId="3B5A4849"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13B6C">
        <w:rPr>
          <w:rFonts w:cs="Arial"/>
        </w:rPr>
        <w:t>VAR TRÈS HAUT DÉBIT</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NRO </w:t>
      </w:r>
      <w:r w:rsidR="00D21941" w:rsidRPr="001F4234">
        <w:rPr>
          <w:rFonts w:cs="Arial"/>
        </w:rPr>
        <w:t>d</w:t>
      </w:r>
      <w:r w:rsidR="004E2F4D" w:rsidRPr="001F4234">
        <w:rPr>
          <w:rFonts w:cs="Arial"/>
        </w:rPr>
        <w:t>e</w:t>
      </w:r>
      <w:r w:rsidR="00950FBD" w:rsidRPr="001F4234">
        <w:rPr>
          <w:rFonts w:cs="Arial"/>
        </w:rPr>
        <w:t xml:space="preserve"> </w:t>
      </w:r>
      <w:r w:rsidR="00E13B6C">
        <w:rPr>
          <w:rFonts w:cs="Arial"/>
        </w:rPr>
        <w:t>VAR TRÈS HAUT DÉBIT</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1AC2FC5E"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45587578" w14:textId="77777777" w:rsidR="0037783A" w:rsidRPr="001F4234" w:rsidRDefault="0037783A" w:rsidP="00F2655C">
      <w:pPr>
        <w:spacing w:before="120"/>
        <w:jc w:val="both"/>
        <w:rPr>
          <w:rFonts w:cs="Arial"/>
        </w:rPr>
      </w:pPr>
    </w:p>
    <w:p w14:paraId="259418E2" w14:textId="77777777" w:rsidR="001B7F90" w:rsidRPr="001F4234" w:rsidRDefault="001B7F90" w:rsidP="0037783A">
      <w:pPr>
        <w:pStyle w:val="Titre1"/>
      </w:pPr>
      <w:bookmarkStart w:id="3" w:name="_Toc191242"/>
      <w:bookmarkStart w:id="4" w:name="_Toc124414190"/>
      <w:r w:rsidRPr="001F4234">
        <w:t>définitions</w:t>
      </w:r>
      <w:bookmarkEnd w:id="2"/>
      <w:bookmarkEnd w:id="3"/>
      <w:bookmarkEnd w:id="4"/>
      <w:r w:rsidRPr="001F4234">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77777777"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FTTE passif NRO</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NRO au Point de Terminaison Optique ou Bandeau Optique du </w:t>
      </w:r>
      <w:r w:rsidR="00953E12" w:rsidRPr="001F4234">
        <w:t>site</w:t>
      </w:r>
      <w:r w:rsidRPr="001F4234">
        <w:t xml:space="preserve"> Client Final.</w:t>
      </w:r>
    </w:p>
    <w:p w14:paraId="5968CC52" w14:textId="3BD90315"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13B6C">
        <w:t>VAR TRÈS HAUT DÉBIT</w:t>
      </w:r>
      <w:r w:rsidRPr="001F4234">
        <w:t xml:space="preserve"> est possible. Les supports fibre optique dédiés pour construire l’Accès sont disponibles </w:t>
      </w:r>
      <w:r w:rsidR="00CA693C">
        <w:t xml:space="preserve">du NRO </w:t>
      </w:r>
      <w:r w:rsidRPr="001F4234">
        <w:t>jusqu’au PRE. Pour raccorder ce site par l’intermédiaire de l’Offre, la construction d’une fibre optique dédiée de ce PRE jusqu’à la PTO ou bandeau optique situé à l’intérieur du site Client Final est nécessaire.</w:t>
      </w:r>
    </w:p>
    <w:p w14:paraId="46D714AE" w14:textId="426E1F3D" w:rsidR="00F52D54"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13B6C">
        <w:t>VAR TRÈS HAUT DÉBIT</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6684C88D" w14:textId="4CEB302F" w:rsidR="00522841" w:rsidRDefault="00522841" w:rsidP="00522841">
      <w:pPr>
        <w:spacing w:before="120"/>
        <w:jc w:val="both"/>
      </w:pPr>
      <w:r w:rsidRPr="0099425A">
        <w:rPr>
          <w:rFonts w:cs="Arial"/>
          <w:b/>
          <w:bCs/>
        </w:rPr>
        <w:t>Adresse éligible avec réseau partiellement déployé</w:t>
      </w:r>
      <w:r w:rsidRPr="0099425A">
        <w:rPr>
          <w:b/>
          <w:bCs/>
        </w:rPr>
        <w:t xml:space="preserve"> du programme d</w:t>
      </w:r>
      <w:r>
        <w:rPr>
          <w:b/>
          <w:bCs/>
        </w:rPr>
        <w:t>’</w:t>
      </w:r>
      <w:r w:rsidRPr="0099425A">
        <w:rPr>
          <w:b/>
          <w:bCs/>
        </w:rPr>
        <w:t>e</w:t>
      </w:r>
      <w:r>
        <w:rPr>
          <w:b/>
          <w:bCs/>
        </w:rPr>
        <w:t>xtension</w:t>
      </w:r>
      <w:r w:rsidRPr="0099425A">
        <w:rPr>
          <w:rFonts w:cs="Arial"/>
          <w:b/>
          <w:bCs/>
        </w:rPr>
        <w:t> :</w:t>
      </w:r>
      <w:r w:rsidRPr="0099425A">
        <w:t xml:space="preserve"> site Client Final situé dans une zone éligible au FTTH et pour laquelle </w:t>
      </w:r>
      <w:r w:rsidR="00136DE7" w:rsidRPr="00136DE7">
        <w:t>VAR TRÈS HAUT DÉBIT</w:t>
      </w:r>
      <w:r w:rsidRPr="0099425A">
        <w:t xml:space="preserve"> réalise un programme de rattrapage réseau spécifique entreprises dans le cadre de l’Offre. Les supports fibre optique dédiés pour construire l’Accès sont disponibles </w:t>
      </w:r>
      <w:r>
        <w:t xml:space="preserve">du NRO </w:t>
      </w:r>
      <w:r w:rsidRPr="0099425A">
        <w:t>jusqu’au PM. Pour raccorder ce site par l’intermédiaire de l’Offre, la construction des supports fibre optique jusqu’aux PA, PRE et Client Final (jusqu’à la PTO ou bandeau optique) est nécessaire</w:t>
      </w:r>
      <w:r>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D1F3066"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E13B6C">
        <w:rPr>
          <w:b/>
        </w:rPr>
        <w:t>VAR TRÈS HAUT DÉBIT</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18DDA118"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13B6C">
        <w:rPr>
          <w:rFonts w:cs="Arial"/>
        </w:rPr>
        <w:t>VAR TRÈS HAUT DÉBIT</w:t>
      </w:r>
      <w:r w:rsidRPr="001F4234">
        <w:rPr>
          <w:rFonts w:cs="Arial"/>
        </w:rPr>
        <w:t>.</w:t>
      </w:r>
    </w:p>
    <w:p w14:paraId="5FDE639C" w14:textId="21FFBFA1"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13B6C">
        <w:t>VAR TRÈS HAUT DÉBIT</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73D69AD4"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13B6C">
        <w:rPr>
          <w:rFonts w:cs="Arial"/>
        </w:rPr>
        <w:t>VAR TRÈS HAUT DÉBIT</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665ACD06"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13B6C">
        <w:rPr>
          <w:rFonts w:cs="Arial"/>
        </w:rPr>
        <w:t>VAR TRÈS HAUT DÉBIT</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4CF0E1E3" w:rsidR="00BC387B"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5016A126" w14:textId="77777777" w:rsidR="0037783A" w:rsidRPr="001F4234" w:rsidRDefault="0037783A" w:rsidP="00BC387B">
      <w:pPr>
        <w:spacing w:before="120"/>
        <w:jc w:val="both"/>
        <w:rPr>
          <w:rFonts w:cs="Arial"/>
        </w:rPr>
      </w:pPr>
    </w:p>
    <w:p w14:paraId="61BBCFCC" w14:textId="77777777" w:rsidR="001C3466" w:rsidRPr="001F4234" w:rsidRDefault="001C3466" w:rsidP="0037783A">
      <w:pPr>
        <w:pStyle w:val="Titre1"/>
      </w:pPr>
      <w:bookmarkStart w:id="5" w:name="_Toc124414191"/>
      <w:proofErr w:type="spellStart"/>
      <w:r w:rsidRPr="001F4234">
        <w:t>pré-requis</w:t>
      </w:r>
      <w:bookmarkEnd w:id="5"/>
      <w:proofErr w:type="spellEnd"/>
    </w:p>
    <w:p w14:paraId="7D1FA983" w14:textId="77777777" w:rsidR="001C3466" w:rsidRPr="001F4234" w:rsidRDefault="001C3466" w:rsidP="001C3466">
      <w:pPr>
        <w:pStyle w:val="Textecourant"/>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55554DC9" w:rsidR="001C3466" w:rsidRPr="001F4234" w:rsidRDefault="001C3466" w:rsidP="001C3466">
      <w:pPr>
        <w:pStyle w:val="Textecourant"/>
        <w:numPr>
          <w:ilvl w:val="0"/>
          <w:numId w:val="42"/>
        </w:numPr>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13B6C">
        <w:t>VAR TRÈS HAUT DÉBIT</w:t>
      </w:r>
      <w:r w:rsidRPr="001F4234">
        <w:t xml:space="preserve"> ;</w:t>
      </w:r>
    </w:p>
    <w:p w14:paraId="7F171352" w14:textId="4A21176D" w:rsidR="001C3466" w:rsidRPr="001F4234" w:rsidRDefault="001C3466" w:rsidP="001C3466">
      <w:pPr>
        <w:pStyle w:val="Textecourant"/>
        <w:numPr>
          <w:ilvl w:val="0"/>
          <w:numId w:val="42"/>
        </w:numPr>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13B6C">
        <w:rPr>
          <w:color w:val="000000" w:themeColor="text1"/>
        </w:rPr>
        <w:t>VAR TRÈS HAUT DÉBIT</w:t>
      </w:r>
      <w:r w:rsidRPr="001F4234">
        <w:rPr>
          <w:color w:val="000000" w:themeColor="text1"/>
        </w:rPr>
        <w:t> :</w:t>
      </w:r>
    </w:p>
    <w:p w14:paraId="334D3ACF" w14:textId="06B8E0FB" w:rsidR="001C3466" w:rsidRPr="001F4234" w:rsidRDefault="001C3466" w:rsidP="001C3466">
      <w:pPr>
        <w:pStyle w:val="Textecourant"/>
        <w:numPr>
          <w:ilvl w:val="1"/>
          <w:numId w:val="42"/>
        </w:numPr>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A2F5B">
      <w:pPr>
        <w:pStyle w:val="Textecourant"/>
        <w:numPr>
          <w:ilvl w:val="1"/>
          <w:numId w:val="42"/>
        </w:numPr>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1C3466">
      <w:pPr>
        <w:pStyle w:val="Textecourant"/>
        <w:numPr>
          <w:ilvl w:val="1"/>
          <w:numId w:val="42"/>
        </w:numPr>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F4234" w:rsidRDefault="001B7F90" w:rsidP="0037783A">
      <w:pPr>
        <w:pStyle w:val="Titre1"/>
      </w:pPr>
      <w:bookmarkStart w:id="24" w:name="_Toc191243"/>
      <w:bookmarkStart w:id="25" w:name="_Toc124414192"/>
      <w:r w:rsidRPr="001F4234">
        <w:t>informations sur le déploiement</w:t>
      </w:r>
      <w:bookmarkEnd w:id="24"/>
      <w:bookmarkEnd w:id="25"/>
      <w:r w:rsidRPr="001F4234">
        <w:t> </w:t>
      </w:r>
    </w:p>
    <w:p w14:paraId="7006C3A2" w14:textId="153A55C4" w:rsidR="001B7F90" w:rsidRPr="001F4234" w:rsidRDefault="00E13B6C" w:rsidP="00EC5830">
      <w:pPr>
        <w:spacing w:before="120"/>
        <w:jc w:val="both"/>
        <w:rPr>
          <w:rFonts w:cs="Arial"/>
        </w:rPr>
      </w:pPr>
      <w:r>
        <w:rPr>
          <w:rFonts w:cs="Arial"/>
        </w:rPr>
        <w:t>VAR TRÈS HAUT DÉBIT</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6A692E" w:rsidRPr="001F4234">
        <w:rPr>
          <w:rFonts w:cs="Arial"/>
        </w:rPr>
        <w:t>FTTE passif NRO</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37783A">
      <w:pPr>
        <w:pStyle w:val="Titre2"/>
      </w:pPr>
      <w:bookmarkStart w:id="26" w:name="_Toc191244"/>
      <w:bookmarkStart w:id="27" w:name="_Toc124414193"/>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619A49FF" w:rsidR="001B7F90" w:rsidRPr="001F4234" w:rsidRDefault="00E13B6C" w:rsidP="00F2655C">
      <w:pPr>
        <w:spacing w:before="120"/>
        <w:jc w:val="both"/>
        <w:rPr>
          <w:rFonts w:cs="Arial"/>
        </w:rPr>
      </w:pPr>
      <w:r>
        <w:rPr>
          <w:rFonts w:cs="Arial"/>
        </w:rPr>
        <w:t>VAR TRÈS HAUT DÉBIT</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37783A">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4414194"/>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EC5830">
      <w:pPr>
        <w:spacing w:before="120"/>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77777777" w:rsidR="001713DA" w:rsidRPr="001F4234" w:rsidRDefault="001713DA" w:rsidP="00EC5830">
      <w:pPr>
        <w:spacing w:before="120"/>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FTTE passif NRO</w:t>
      </w:r>
      <w:r w:rsidRPr="001F4234">
        <w:rPr>
          <w:rFonts w:cs="Arial"/>
        </w:rPr>
        <w:t xml:space="preserve"> sont :</w:t>
      </w:r>
    </w:p>
    <w:p w14:paraId="48EB74B8" w14:textId="77777777" w:rsidR="00F52D54" w:rsidRDefault="00F52D54" w:rsidP="00F52D54">
      <w:pPr>
        <w:numPr>
          <w:ilvl w:val="0"/>
          <w:numId w:val="18"/>
        </w:numPr>
        <w:rPr>
          <w:rFonts w:cs="Calibri"/>
        </w:rPr>
      </w:pPr>
      <w:r w:rsidRPr="00D76140">
        <w:rPr>
          <w:rFonts w:cs="Calibri"/>
        </w:rPr>
        <w:t>éligible, réseau déployé</w:t>
      </w:r>
      <w:r>
        <w:rPr>
          <w:rFonts w:cs="Calibri"/>
        </w:rPr>
        <w:t> ;</w:t>
      </w:r>
    </w:p>
    <w:p w14:paraId="0BE9878C" w14:textId="77777777" w:rsidR="00F52D54" w:rsidRDefault="00F52D54" w:rsidP="00F52D54">
      <w:pPr>
        <w:numPr>
          <w:ilvl w:val="0"/>
          <w:numId w:val="18"/>
        </w:numPr>
        <w:rPr>
          <w:rFonts w:cs="Calibri"/>
        </w:rPr>
      </w:pPr>
      <w:r w:rsidRPr="00D76140">
        <w:rPr>
          <w:rFonts w:cs="Calibri"/>
        </w:rPr>
        <w:t>éligible, réseau partiellement déployé</w:t>
      </w:r>
      <w:r>
        <w:rPr>
          <w:rFonts w:cs="Calibri"/>
        </w:rPr>
        <w:t> ;</w:t>
      </w:r>
    </w:p>
    <w:p w14:paraId="0218C11E" w14:textId="178320B6" w:rsidR="00522841" w:rsidRPr="00522841" w:rsidRDefault="00522841" w:rsidP="00522841">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d’extension ;</w:t>
      </w:r>
      <w:r>
        <w:rPr>
          <w:rStyle w:val="Marquedecommentaire"/>
          <w:rFonts w:ascii="Arial" w:hAnsi="Arial"/>
          <w:lang w:eastAsia="en-US"/>
        </w:rPr>
        <w:t xml:space="preserve"> </w:t>
      </w:r>
    </w:p>
    <w:p w14:paraId="700AE29D" w14:textId="77777777" w:rsidR="00F52D54" w:rsidRPr="00D76140" w:rsidRDefault="00F52D54" w:rsidP="00F52D54">
      <w:pPr>
        <w:numPr>
          <w:ilvl w:val="0"/>
          <w:numId w:val="18"/>
        </w:numPr>
        <w:rPr>
          <w:rFonts w:cs="Calibri"/>
        </w:rPr>
      </w:pPr>
      <w:r w:rsidRPr="00D76140">
        <w:rPr>
          <w:rFonts w:cs="Calibri"/>
        </w:rPr>
        <w:t>non éligible</w:t>
      </w:r>
      <w:r>
        <w:rPr>
          <w:rFonts w:cs="Calibri"/>
        </w:rPr>
        <w:t>.</w:t>
      </w:r>
    </w:p>
    <w:p w14:paraId="226EE30B" w14:textId="7F3B1DCA"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NRO </w:t>
      </w:r>
      <w:r w:rsidR="006E1EC9" w:rsidRPr="001F4234">
        <w:rPr>
          <w:rFonts w:cs="Arial"/>
        </w:rPr>
        <w:t>de</w:t>
      </w:r>
      <w:r w:rsidR="00950FBD" w:rsidRPr="001F4234">
        <w:rPr>
          <w:rFonts w:cs="Arial"/>
        </w:rPr>
        <w:t xml:space="preserve"> </w:t>
      </w:r>
      <w:r w:rsidR="00E13B6C">
        <w:rPr>
          <w:rFonts w:cs="Arial"/>
        </w:rPr>
        <w:t>VAR TRÈS HAUT DÉBIT</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19F2D542" w14:textId="77777777" w:rsidR="0037783A" w:rsidRPr="001F4234" w:rsidRDefault="0037783A" w:rsidP="00F2655C">
      <w:pPr>
        <w:spacing w:before="120"/>
        <w:jc w:val="both"/>
        <w:rPr>
          <w:rFonts w:cs="Arial"/>
        </w:rPr>
      </w:pPr>
    </w:p>
    <w:p w14:paraId="1308EC6C" w14:textId="77777777" w:rsidR="00910EE9" w:rsidRPr="001F4234" w:rsidRDefault="00910EE9" w:rsidP="0037783A">
      <w:pPr>
        <w:pStyle w:val="Titre1"/>
      </w:pPr>
      <w:bookmarkStart w:id="35" w:name="_Toc191246"/>
      <w:bookmarkStart w:id="36" w:name="_Toc124414195"/>
      <w:r w:rsidRPr="001F4234">
        <w:t>description de l’Offre</w:t>
      </w:r>
      <w:bookmarkEnd w:id="35"/>
      <w:bookmarkEnd w:id="36"/>
    </w:p>
    <w:p w14:paraId="5862B364" w14:textId="02BB8E53"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NRO </w:t>
      </w:r>
      <w:r w:rsidR="00901ED7" w:rsidRPr="001F4234">
        <w:rPr>
          <w:rFonts w:cs="Arial"/>
        </w:rPr>
        <w:t>d</w:t>
      </w:r>
      <w:r w:rsidR="00D21941" w:rsidRPr="001F4234">
        <w:rPr>
          <w:rFonts w:cs="Arial"/>
        </w:rPr>
        <w:t>e</w:t>
      </w:r>
      <w:r w:rsidR="00950FBD" w:rsidRPr="001F4234">
        <w:rPr>
          <w:rFonts w:cs="Arial"/>
        </w:rPr>
        <w:t xml:space="preserve"> </w:t>
      </w:r>
      <w:r w:rsidR="00E13B6C">
        <w:rPr>
          <w:rFonts w:cs="Arial"/>
        </w:rPr>
        <w:t>VAR TRÈS HAUT DÉBIT</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3C3276F1"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NRO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13B6C">
        <w:rPr>
          <w:rFonts w:cs="Arial"/>
        </w:rPr>
        <w:t>VAR TRÈS HAUT DÉBIT</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6B4F8280" w14:textId="77777777" w:rsidR="00E467A1" w:rsidRDefault="00E467A1" w:rsidP="00F2655C">
      <w:pPr>
        <w:spacing w:before="120"/>
        <w:jc w:val="both"/>
        <w:rPr>
          <w:rFonts w:cs="Arial"/>
        </w:rPr>
      </w:pPr>
    </w:p>
    <w:p w14:paraId="6623B198" w14:textId="77777777" w:rsidR="00315859" w:rsidRPr="001F4234" w:rsidRDefault="00682FD2" w:rsidP="0037783A">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124414196"/>
      <w:bookmarkStart w:id="376" w:name="_Toc202342072"/>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F4234">
        <w:t>p</w:t>
      </w:r>
      <w:r w:rsidR="008F789E" w:rsidRPr="001F4234">
        <w:t xml:space="preserve">rocessus de commande </w:t>
      </w:r>
      <w:bookmarkEnd w:id="368"/>
      <w:bookmarkEnd w:id="369"/>
      <w:bookmarkEnd w:id="370"/>
      <w:bookmarkEnd w:id="371"/>
      <w:bookmarkEnd w:id="372"/>
      <w:bookmarkEnd w:id="373"/>
      <w:r w:rsidR="003C4E54" w:rsidRPr="001F4234">
        <w:t>de l’Offre</w:t>
      </w:r>
      <w:bookmarkEnd w:id="374"/>
      <w:bookmarkEnd w:id="375"/>
    </w:p>
    <w:p w14:paraId="0260FD1F" w14:textId="77777777" w:rsidR="008F789E" w:rsidRPr="001F4234" w:rsidRDefault="008F789E" w:rsidP="0037783A">
      <w:pPr>
        <w:pStyle w:val="Titre2"/>
      </w:pPr>
      <w:bookmarkStart w:id="377" w:name="_Toc191248"/>
      <w:bookmarkStart w:id="378" w:name="_Toc124414197"/>
      <w:r w:rsidRPr="001F4234">
        <w:t>prérequis</w:t>
      </w:r>
      <w:bookmarkEnd w:id="377"/>
      <w:bookmarkEnd w:id="378"/>
    </w:p>
    <w:p w14:paraId="5DDB4D20" w14:textId="4D8BC32D" w:rsidR="001476CC" w:rsidRPr="001F4234" w:rsidRDefault="001476CC" w:rsidP="001476CC">
      <w:pPr>
        <w:pStyle w:val="Textecourant"/>
      </w:pPr>
      <w:r w:rsidRPr="001F4234">
        <w:t xml:space="preserve">Afin de bénéficier de l’Offre, l’Opérateur doit disposer </w:t>
      </w:r>
      <w:r w:rsidR="00CE7FE1" w:rsidRPr="001F4234">
        <w:t xml:space="preserve">d’une tête d’équipement optique installée </w:t>
      </w:r>
      <w:r w:rsidRPr="001F4234">
        <w:t>au NRO de</w:t>
      </w:r>
      <w:r w:rsidR="00950FBD" w:rsidRPr="001F4234">
        <w:t xml:space="preserve"> </w:t>
      </w:r>
      <w:r w:rsidR="00E13B6C">
        <w:t>VAR TRÈS HAUT DÉBIT</w:t>
      </w:r>
      <w:r w:rsidRPr="001F4234">
        <w:t xml:space="preserve">, tel que détaillé dans les STAS et sur laquelle sera raccordé l’Accès FTTE passif qu’il souhaite utiliser. Cela fait l’objet de la souscription par l’Opérateur d’un contrat distinct : </w:t>
      </w:r>
    </w:p>
    <w:p w14:paraId="412AADAD" w14:textId="670566A9" w:rsidR="001476CC" w:rsidRPr="001F4234" w:rsidRDefault="001476CC" w:rsidP="001476CC">
      <w:pPr>
        <w:pStyle w:val="Textecourant"/>
        <w:numPr>
          <w:ilvl w:val="0"/>
          <w:numId w:val="41"/>
        </w:numPr>
      </w:pPr>
      <w:r w:rsidRPr="001F4234">
        <w:t>soit auprès d’Orange (offre d’hébergement d'équipements au sein de locaux d’Orange pour l’exploitation des boucles locales en fibre optique) si le NRO de</w:t>
      </w:r>
      <w:r w:rsidR="00950FBD" w:rsidRPr="001F4234">
        <w:t xml:space="preserve"> </w:t>
      </w:r>
      <w:r w:rsidR="00E13B6C">
        <w:t>VAR TRÈS HAUT DÉBIT</w:t>
      </w:r>
      <w:r w:rsidRPr="001F4234">
        <w:t xml:space="preserve"> est hébergé dans un NRA d’Orange ;</w:t>
      </w:r>
    </w:p>
    <w:p w14:paraId="1D55A9A8" w14:textId="2FD7B06B" w:rsidR="001476CC" w:rsidRPr="001F4234" w:rsidRDefault="001476CC" w:rsidP="001476CC">
      <w:pPr>
        <w:pStyle w:val="Textecourant"/>
        <w:numPr>
          <w:ilvl w:val="0"/>
          <w:numId w:val="41"/>
        </w:numPr>
      </w:pPr>
      <w:r w:rsidRPr="001F4234">
        <w:t>soit auprès de</w:t>
      </w:r>
      <w:r w:rsidR="00950FBD" w:rsidRPr="001F4234">
        <w:t xml:space="preserve"> </w:t>
      </w:r>
      <w:r w:rsidR="00E13B6C">
        <w:t>VAR TRÈS HAUT DÉBIT</w:t>
      </w:r>
      <w:r w:rsidRPr="001F4234">
        <w:t xml:space="preserve"> (offre d’hébergement au NRO de</w:t>
      </w:r>
      <w:r w:rsidR="00950FBD" w:rsidRPr="001F4234">
        <w:t xml:space="preserve"> </w:t>
      </w:r>
      <w:r w:rsidR="00E13B6C">
        <w:t>VAR TRÈS HAUT DÉBIT</w:t>
      </w:r>
      <w:r w:rsidRPr="001F4234">
        <w:t>).</w:t>
      </w:r>
    </w:p>
    <w:p w14:paraId="7A5A4368" w14:textId="77777777" w:rsidR="001476CC" w:rsidRPr="001F4234" w:rsidRDefault="001476CC" w:rsidP="00F2655C">
      <w:pPr>
        <w:pStyle w:val="Textecourant"/>
      </w:pPr>
    </w:p>
    <w:p w14:paraId="73D8E184" w14:textId="77777777" w:rsidR="002A2FFF" w:rsidRPr="001F4234" w:rsidRDefault="002A2FFF" w:rsidP="0037783A">
      <w:pPr>
        <w:pStyle w:val="Titre2"/>
      </w:pPr>
      <w:bookmarkStart w:id="379" w:name="_Toc443401473"/>
      <w:bookmarkStart w:id="380" w:name="_Toc191249"/>
      <w:bookmarkStart w:id="381" w:name="_Toc124414198"/>
      <w:r w:rsidRPr="001F4234">
        <w:lastRenderedPageBreak/>
        <w:t>prévisions de commande</w:t>
      </w:r>
      <w:bookmarkEnd w:id="379"/>
      <w:bookmarkEnd w:id="380"/>
      <w:bookmarkEnd w:id="381"/>
    </w:p>
    <w:p w14:paraId="62508527" w14:textId="5B19A62F"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13B6C">
        <w:rPr>
          <w:rFonts w:cs="Arial"/>
        </w:rPr>
        <w:t>VAR TRÈS HAUT DÉBIT</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20DC2CF4"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13B6C">
        <w:rPr>
          <w:rFonts w:cs="Arial"/>
        </w:rPr>
        <w:t>VAR TRÈS HAUT DÉBIT</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13B6C">
        <w:rPr>
          <w:rFonts w:cs="Arial"/>
        </w:rPr>
        <w:t>VAR TRÈS HAUT DÉBIT</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37783A">
      <w:pPr>
        <w:pStyle w:val="Titre2"/>
      </w:pPr>
      <w:bookmarkStart w:id="382" w:name="_Toc443561019"/>
      <w:bookmarkStart w:id="383" w:name="_Toc191250"/>
      <w:bookmarkStart w:id="384" w:name="_Toc124414199"/>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7DE75CD6" w:rsidR="008F789E" w:rsidRPr="001F4234" w:rsidRDefault="00E13B6C" w:rsidP="00F2655C">
      <w:pPr>
        <w:spacing w:before="120"/>
        <w:jc w:val="both"/>
        <w:rPr>
          <w:rFonts w:cs="Arial"/>
        </w:rPr>
      </w:pPr>
      <w:r>
        <w:rPr>
          <w:rFonts w:cs="Arial"/>
        </w:rPr>
        <w:t>VAR TRÈS HAUT DÉBIT</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78C63D5D" w:rsidR="008F789E" w:rsidRPr="001F4234" w:rsidRDefault="008F789E" w:rsidP="00EC5830">
      <w:pPr>
        <w:spacing w:before="120"/>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13B6C">
        <w:rPr>
          <w:rFonts w:cs="Arial"/>
        </w:rPr>
        <w:t>VAR TRÈS HAUT DÉBIT</w:t>
      </w:r>
      <w:r w:rsidR="00BC0DD3" w:rsidRPr="001F4234">
        <w:rPr>
          <w:rFonts w:cs="Arial"/>
        </w:rPr>
        <w:t xml:space="preserve"> </w:t>
      </w:r>
      <w:r w:rsidRPr="001F4234">
        <w:rPr>
          <w:rFonts w:cs="Arial"/>
        </w:rPr>
        <w:t>dans les cas suivants :</w:t>
      </w:r>
    </w:p>
    <w:p w14:paraId="69AAACB7" w14:textId="30B6BA7A" w:rsidR="008F789E" w:rsidRPr="001F4234" w:rsidRDefault="00434C0B" w:rsidP="00E552F8">
      <w:pPr>
        <w:pStyle w:val="Texte"/>
        <w:numPr>
          <w:ilvl w:val="0"/>
          <w:numId w:val="34"/>
        </w:numPr>
      </w:pPr>
      <w:r w:rsidRPr="001F4234">
        <w:t>a</w:t>
      </w:r>
      <w:r w:rsidR="008F789E" w:rsidRPr="001F4234">
        <w:t xml:space="preserve">dresse </w:t>
      </w:r>
      <w:r w:rsidR="00C92C12">
        <w:t xml:space="preserve">non conforme avec la base adresse de </w:t>
      </w:r>
      <w:r w:rsidR="00E13B6C">
        <w:t>VAR TRÈS HAUT DÉBIT</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13B6C">
        <w:t>VAR TRÈS HAUT DÉBIT</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E552F8">
      <w:pPr>
        <w:pStyle w:val="Texte"/>
        <w:numPr>
          <w:ilvl w:val="0"/>
          <w:numId w:val="34"/>
        </w:numPr>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E552F8">
      <w:pPr>
        <w:pStyle w:val="Texte"/>
        <w:numPr>
          <w:ilvl w:val="0"/>
          <w:numId w:val="34"/>
        </w:numPr>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77777777" w:rsidR="00052870" w:rsidRPr="001F4234" w:rsidRDefault="00434C0B" w:rsidP="00E552F8">
      <w:pPr>
        <w:pStyle w:val="Texte"/>
        <w:numPr>
          <w:ilvl w:val="0"/>
          <w:numId w:val="34"/>
        </w:numPr>
      </w:pPr>
      <w:r w:rsidRPr="001F4234">
        <w:t>i</w:t>
      </w:r>
      <w:r w:rsidR="00052870" w:rsidRPr="001F4234">
        <w:t>dentification du point de livraison au NRO mal renseigné,</w:t>
      </w:r>
    </w:p>
    <w:p w14:paraId="36985004" w14:textId="79019B06" w:rsidR="008F789E" w:rsidRPr="001F4234" w:rsidRDefault="00434C0B" w:rsidP="00EC5830">
      <w:pPr>
        <w:pStyle w:val="Texte"/>
        <w:numPr>
          <w:ilvl w:val="0"/>
          <w:numId w:val="34"/>
        </w:numPr>
      </w:pPr>
      <w:r w:rsidRPr="001F4234">
        <w:t>u</w:t>
      </w:r>
      <w:r w:rsidR="008F789E" w:rsidRPr="001F4234">
        <w:t>tilisation du mauvais bon de commande</w:t>
      </w:r>
      <w:r w:rsidR="00896EF9" w:rsidRPr="001F4234">
        <w:t>.</w:t>
      </w:r>
    </w:p>
    <w:p w14:paraId="0C426D44" w14:textId="7C7A5693"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13B6C">
        <w:t>VAR TRÈS HAUT DÉBIT</w:t>
      </w:r>
      <w:r w:rsidR="00BC0DD3" w:rsidRPr="001F4234">
        <w:t xml:space="preserve"> </w:t>
      </w:r>
      <w:r w:rsidR="004D3773" w:rsidRPr="001F4234">
        <w:t>ou qu’elle nécessite une mise en conformité par</w:t>
      </w:r>
      <w:r w:rsidR="00950FBD" w:rsidRPr="001F4234">
        <w:t xml:space="preserve"> </w:t>
      </w:r>
      <w:r w:rsidR="00E13B6C">
        <w:t>VAR TRÈS HAUT DÉBIT</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7C5830FF" w14:textId="77777777" w:rsidR="0037783A" w:rsidRPr="001F4234" w:rsidRDefault="0037783A" w:rsidP="00F2655C">
      <w:pPr>
        <w:pStyle w:val="Texte"/>
      </w:pPr>
    </w:p>
    <w:p w14:paraId="6B668BF0" w14:textId="77777777" w:rsidR="008F789E" w:rsidRPr="001F4234" w:rsidRDefault="008F789E" w:rsidP="0037783A">
      <w:pPr>
        <w:pStyle w:val="Titre1"/>
      </w:pPr>
      <w:bookmarkStart w:id="385" w:name="_Toc443561020"/>
      <w:bookmarkStart w:id="386" w:name="_Ref532583747"/>
      <w:bookmarkStart w:id="387" w:name="_Toc191251"/>
      <w:bookmarkStart w:id="388" w:name="_Toc124414200"/>
      <w:r w:rsidRPr="001F4234">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lastRenderedPageBreak/>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77777777" w:rsidR="008F789E" w:rsidRPr="001F4234" w:rsidRDefault="008F789E" w:rsidP="0037783A">
      <w:pPr>
        <w:pStyle w:val="Titre2"/>
      </w:pPr>
      <w:bookmarkStart w:id="389" w:name="_Toc443561022"/>
      <w:bookmarkStart w:id="390" w:name="_Toc191252"/>
      <w:bookmarkStart w:id="391" w:name="_Toc124414201"/>
      <w:r w:rsidRPr="001F4234">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FTTE passif NRO</w:t>
      </w:r>
      <w:bookmarkEnd w:id="391"/>
    </w:p>
    <w:p w14:paraId="39962B51" w14:textId="5C69AC01"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13B6C">
        <w:t>VAR TRÈS HAUT DÉBIT</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4687A89E"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13B6C">
        <w:t>VAR TRÈS HAUT DÉBIT</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458DAAB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13B6C">
        <w:t>VAR TRÈS HAUT DÉBIT</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37783A">
      <w:pPr>
        <w:pStyle w:val="Titre30"/>
      </w:pPr>
      <w:bookmarkStart w:id="392" w:name="_Toc191253"/>
      <w:bookmarkStart w:id="393" w:name="_Toc124414202"/>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649FAF09" w:rsidR="009D4A91" w:rsidRPr="001F4234" w:rsidRDefault="00E13B6C" w:rsidP="00EC5830">
      <w:pPr>
        <w:pStyle w:val="Texte"/>
      </w:pPr>
      <w:r>
        <w:t>VAR TRÈS HAUT DÉBIT</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EC5830">
      <w:pPr>
        <w:pStyle w:val="Texte"/>
      </w:pPr>
      <w:r w:rsidRPr="001F4234">
        <w:t xml:space="preserve">Les conditions de réalisation de cette prestation sont décrites dans les STAS. </w:t>
      </w:r>
    </w:p>
    <w:p w14:paraId="41C6F330" w14:textId="77777777" w:rsidR="009D4A91" w:rsidRPr="001F4234" w:rsidRDefault="009D4A91" w:rsidP="00EC5830">
      <w:pPr>
        <w:pStyle w:val="Texte"/>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02C641AF" w:rsidR="009D4A91" w:rsidRPr="001F4234" w:rsidRDefault="009D4A91" w:rsidP="00EC5830">
      <w:pPr>
        <w:pStyle w:val="Texte"/>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13B6C">
        <w:t>VAR TRÈS HAUT DÉBIT</w:t>
      </w:r>
      <w:r w:rsidRPr="001F4234">
        <w:t xml:space="preserve">, l'infrastructure se révèle inadaptée ou non conforme aux prescriptions techniques, celle-ci doit faire l'objet d'une mise à niveau par l’Opérateur de nature à la rendre conforme. </w:t>
      </w:r>
    </w:p>
    <w:p w14:paraId="3BF11E3F" w14:textId="4780237F"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13B6C">
        <w:t>VAR TRÈS HAUT DÉBIT</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A5CBD9A" w:rsidR="009D4A91" w:rsidRPr="001F4234" w:rsidRDefault="00E13B6C" w:rsidP="00EC5830">
      <w:pPr>
        <w:pStyle w:val="Texte"/>
      </w:pPr>
      <w:r>
        <w:t>VAR TRÈS HAUT DÉBIT</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VAR TRÈS HAUT DÉBIT</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5FA1AAFF"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13B6C">
        <w:t>VAR TRÈS HAUT DÉBIT</w:t>
      </w:r>
      <w:r w:rsidR="00A00186" w:rsidRPr="001F4234">
        <w:t xml:space="preserve"> </w:t>
      </w:r>
      <w:r w:rsidRPr="001F4234">
        <w:t xml:space="preserve">est réalisée sur devis. </w:t>
      </w:r>
    </w:p>
    <w:p w14:paraId="00B5D1D9" w14:textId="5C8CC9AA"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13B6C">
        <w:t>VAR TRÈS HAUT DÉBIT</w:t>
      </w:r>
      <w:r w:rsidRPr="001F4234">
        <w:t xml:space="preserve">, hors garantie de bon fonctionnement, sera réalisée sur devis accepté par l’Opérateur après étude technique de faisabilité. </w:t>
      </w:r>
    </w:p>
    <w:p w14:paraId="5A401100" w14:textId="47B946C1" w:rsidR="009D4A91" w:rsidRPr="001F4234" w:rsidRDefault="009D4A91" w:rsidP="00F2655C">
      <w:pPr>
        <w:pStyle w:val="Texte"/>
      </w:pPr>
      <w:r w:rsidRPr="001F4234">
        <w:t>En cas de défaillance du câblage installé par</w:t>
      </w:r>
      <w:r w:rsidR="00950FBD" w:rsidRPr="001F4234">
        <w:t xml:space="preserve"> </w:t>
      </w:r>
      <w:r w:rsidR="00E13B6C">
        <w:t>VAR TRÈS HAUT DÉBIT</w:t>
      </w:r>
      <w:r w:rsidRPr="001F4234">
        <w:t xml:space="preserve">, les engagements contractuels </w:t>
      </w:r>
      <w:r w:rsidR="00A00186" w:rsidRPr="001F4234">
        <w:t>de</w:t>
      </w:r>
      <w:r w:rsidR="00950FBD" w:rsidRPr="001F4234">
        <w:t xml:space="preserve"> </w:t>
      </w:r>
      <w:r w:rsidR="00E13B6C">
        <w:t>VAR TRÈS HAUT DÉBIT</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77777777" w:rsidR="008F789E" w:rsidRPr="001F4234" w:rsidRDefault="0097146F" w:rsidP="0037783A">
      <w:pPr>
        <w:pStyle w:val="Titre30"/>
      </w:pPr>
      <w:bookmarkStart w:id="394" w:name="_Toc443561023"/>
      <w:bookmarkStart w:id="395" w:name="_Toc191254"/>
      <w:bookmarkStart w:id="396" w:name="_Toc124414203"/>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FTTE passif NRO</w:t>
      </w:r>
      <w:bookmarkEnd w:id="396"/>
    </w:p>
    <w:p w14:paraId="2E9F9368" w14:textId="77777777" w:rsidR="008F789E" w:rsidRPr="001F4234" w:rsidRDefault="0097146F" w:rsidP="0037783A">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4C79C4A8" w:rsidR="008F789E" w:rsidRPr="001F4234" w:rsidRDefault="00E13B6C" w:rsidP="00EC5830">
      <w:pPr>
        <w:pStyle w:val="Texte"/>
      </w:pPr>
      <w:r>
        <w:t>VAR TRÈS HAUT DÉBIT</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VAR TRÈS HAUT DÉBIT</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68F11FF" w14:textId="77777777" w:rsidR="0037783A" w:rsidRDefault="0037783A" w:rsidP="00F2655C">
      <w:pPr>
        <w:pStyle w:val="Texte"/>
      </w:pPr>
    </w:p>
    <w:p w14:paraId="45319E85" w14:textId="6553451B" w:rsidR="00734D6F" w:rsidRPr="001F4234" w:rsidRDefault="00734D6F" w:rsidP="00F2655C">
      <w:pPr>
        <w:pStyle w:val="Texte"/>
      </w:pPr>
      <w:r w:rsidRPr="001F4234">
        <w:lastRenderedPageBreak/>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A5001D">
      <w:pPr>
        <w:pStyle w:val="Texte"/>
        <w:numPr>
          <w:ilvl w:val="0"/>
          <w:numId w:val="34"/>
        </w:numPr>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A5001D">
      <w:pPr>
        <w:pStyle w:val="Texte"/>
        <w:numPr>
          <w:ilvl w:val="0"/>
          <w:numId w:val="34"/>
        </w:numPr>
      </w:pPr>
      <w:r w:rsidRPr="00D76140">
        <w:t>délai pour un Accès à une adresse éligible avec réseau déployé, s’il y a un POC physique : 55 jours calendaires</w:t>
      </w:r>
      <w:r>
        <w:t> ;</w:t>
      </w:r>
    </w:p>
    <w:p w14:paraId="1A8DB766" w14:textId="77777777" w:rsidR="00522841" w:rsidRDefault="00F52D54" w:rsidP="00F52D54">
      <w:pPr>
        <w:pStyle w:val="Texte"/>
        <w:numPr>
          <w:ilvl w:val="0"/>
          <w:numId w:val="34"/>
        </w:numPr>
      </w:pPr>
      <w:r w:rsidRPr="001D0DAC">
        <w:t>délai pour un Accès à une adresse éligible avec réseau partiellement déployé : 65 jours calendaires</w:t>
      </w:r>
      <w:r w:rsidR="004D5488">
        <w:t>.</w:t>
      </w:r>
    </w:p>
    <w:p w14:paraId="114463E5" w14:textId="3F76242E" w:rsidR="00F52D54" w:rsidRPr="001D0DAC" w:rsidRDefault="00522841" w:rsidP="00522841">
      <w:pPr>
        <w:pStyle w:val="Texte"/>
        <w:numPr>
          <w:ilvl w:val="0"/>
          <w:numId w:val="34"/>
        </w:numPr>
      </w:pPr>
      <w:r w:rsidRPr="001D0DAC">
        <w:t>délai pour un Accès à une adresse éligible avec réseau partiellement déployé du programme d</w:t>
      </w:r>
      <w:r>
        <w:t>’extension</w:t>
      </w:r>
      <w:r w:rsidRPr="001D0DAC">
        <w:t> : 1</w:t>
      </w:r>
      <w:r>
        <w:t>1</w:t>
      </w:r>
      <w:r w:rsidRPr="001D0DAC">
        <w:t>0 jours calendaires.</w:t>
      </w:r>
      <w:r w:rsidR="00F52D54" w:rsidRPr="001D0DAC" w:rsidDel="00293B82">
        <w:t xml:space="preserve"> </w:t>
      </w:r>
    </w:p>
    <w:p w14:paraId="68ED58A5" w14:textId="77777777" w:rsidR="008F789E" w:rsidRPr="001F4234" w:rsidRDefault="00DF669C" w:rsidP="00F2655C">
      <w:pPr>
        <w:pStyle w:val="Texte"/>
      </w:pPr>
      <w:r w:rsidRPr="001F4234">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37783A">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9B240C5" w:rsidR="004E0132" w:rsidRDefault="004E0132" w:rsidP="00A9465A">
      <w:pPr>
        <w:pStyle w:val="Texte"/>
        <w:numPr>
          <w:ilvl w:val="0"/>
          <w:numId w:val="34"/>
        </w:numPr>
      </w:pPr>
      <w:r>
        <w:t xml:space="preserve">la desserte interne est réalisée par </w:t>
      </w:r>
      <w:r w:rsidR="00E13B6C">
        <w:t>VAR TRÈS HAUT DÉBIT</w:t>
      </w:r>
      <w:r>
        <w:t xml:space="preserve"> sur devis.</w:t>
      </w:r>
    </w:p>
    <w:p w14:paraId="466BBD4D" w14:textId="77777777" w:rsidR="0037783A" w:rsidRPr="001F4234" w:rsidRDefault="0037783A" w:rsidP="0037783A">
      <w:pPr>
        <w:pStyle w:val="Texte"/>
      </w:pPr>
    </w:p>
    <w:p w14:paraId="32985EE3" w14:textId="77777777" w:rsidR="008F789E" w:rsidRPr="001F4234" w:rsidRDefault="0097146F" w:rsidP="0037783A">
      <w:pPr>
        <w:pStyle w:val="Titre30"/>
      </w:pPr>
      <w:bookmarkStart w:id="400" w:name="_Toc191255"/>
      <w:bookmarkStart w:id="401" w:name="_Toc124414204"/>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637CC1A6" w:rsidR="008F789E" w:rsidRPr="0037783A" w:rsidRDefault="0097146F" w:rsidP="0037783A">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13B6C">
        <w:t>VAR TRÈS HAUT DÉBIT</w:t>
      </w:r>
    </w:p>
    <w:p w14:paraId="15136018" w14:textId="05B8C399"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13B6C">
        <w:t>VAR TRÈS HAUT DÉBIT</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249B215D"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13B6C">
        <w:t>VAR TRÈS HAUT DÉBIT</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441DEF58" w:rsidR="008F789E" w:rsidRPr="001F4234" w:rsidRDefault="0037783A" w:rsidP="00EC5830">
      <w:pPr>
        <w:pStyle w:val="Texte"/>
      </w:pPr>
      <w:r>
        <w:br w:type="page"/>
      </w:r>
      <w:r w:rsidR="008F789E" w:rsidRPr="001F4234">
        <w:lastRenderedPageBreak/>
        <w:t>Les pénalités ne sont pas dues lorsque le non-respect de la</w:t>
      </w:r>
      <w:r w:rsidR="00F04DA9" w:rsidRPr="001F4234">
        <w:t xml:space="preserve"> date</w:t>
      </w:r>
      <w:r w:rsidR="008F789E"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4F3F180F"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13B6C">
        <w:t>VAR TRÈS HAUT DÉBIT</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6343CD4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13B6C">
        <w:rPr>
          <w:rFonts w:ascii="Helvetica 55 Roman" w:hAnsi="Helvetica 55 Roman"/>
          <w:color w:val="000000"/>
        </w:rPr>
        <w:t>VAR TRÈS HAUT DÉBIT</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37783A">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61772F05"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13B6C">
        <w:t>VAR TRÈS HAUT DÉBIT</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76D7456C"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13B6C">
        <w:t>VAR TRÈS HAUT DÉBIT</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13B6C">
        <w:t>VAR TRÈS HAUT DÉBIT</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13B6C">
        <w:t>VAR TRÈS HAUT DÉBIT</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13B6C">
        <w:t>VAR TRÈS HAUT DÉBIT</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021DB510" w:rsidR="00212EFB" w:rsidRPr="001F4234" w:rsidRDefault="00212EFB" w:rsidP="00EC5830">
      <w:pPr>
        <w:pStyle w:val="Texte"/>
      </w:pPr>
      <w:r w:rsidRPr="001F4234">
        <w:t>En cas d’impossibilité pour</w:t>
      </w:r>
      <w:r w:rsidR="00950FBD" w:rsidRPr="001F4234">
        <w:t xml:space="preserve"> </w:t>
      </w:r>
      <w:r w:rsidR="00E13B6C">
        <w:t>VAR TRÈS HAUT DÉBIT</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4AC5F46" w14:textId="77777777" w:rsidR="008F789E" w:rsidRPr="001F4234" w:rsidRDefault="0097146F" w:rsidP="0037783A">
      <w:pPr>
        <w:pStyle w:val="Titre30"/>
      </w:pPr>
      <w:bookmarkStart w:id="402" w:name="_Toc443561025"/>
      <w:bookmarkStart w:id="403" w:name="_Ref532577105"/>
      <w:bookmarkStart w:id="404" w:name="_Toc191256"/>
      <w:bookmarkStart w:id="405" w:name="_Toc124414205"/>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4DD9D61A"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13B6C">
        <w:rPr>
          <w:rFonts w:cs="Arial"/>
        </w:rPr>
        <w:t>VAR TRÈS HAUT DÉBIT</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4B73EE57" w:rsidR="008F789E" w:rsidRPr="001F4234" w:rsidRDefault="0037783A" w:rsidP="00F2655C">
      <w:pPr>
        <w:spacing w:before="120"/>
        <w:jc w:val="both"/>
        <w:rPr>
          <w:rFonts w:cs="Arial"/>
        </w:rPr>
      </w:pPr>
      <w:r>
        <w:rPr>
          <w:rFonts w:cs="Arial"/>
        </w:rPr>
        <w:br w:type="page"/>
      </w:r>
      <w:r w:rsidR="008F789E" w:rsidRPr="001F4234">
        <w:rPr>
          <w:rFonts w:cs="Arial"/>
        </w:rPr>
        <w:lastRenderedPageBreak/>
        <w:t>A ce titre, l’</w:t>
      </w:r>
      <w:r w:rsidR="00212EFB" w:rsidRPr="001F4234">
        <w:rPr>
          <w:rFonts w:cs="Arial"/>
        </w:rPr>
        <w:t>Opérateur</w:t>
      </w:r>
      <w:r w:rsidR="008F789E"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0C400C28"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13B6C">
        <w:t>VAR TRÈS HAUT DÉBIT</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1399E6B1"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13B6C">
        <w:t>VAR TRÈS HAUT DÉBIT</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1A191904" w:rsidR="00B00CC4" w:rsidRPr="001F4234" w:rsidRDefault="00B00CC4" w:rsidP="00F2655C">
      <w:pPr>
        <w:pStyle w:val="Textenum1"/>
        <w:numPr>
          <w:ilvl w:val="0"/>
          <w:numId w:val="0"/>
        </w:numPr>
        <w:spacing w:before="120"/>
      </w:pPr>
      <w:r w:rsidRPr="001F4234">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13B6C">
        <w:t>VAR TRÈS HAUT DÉBIT</w:t>
      </w:r>
      <w:r w:rsidRPr="001F4234">
        <w:t>.</w:t>
      </w:r>
      <w:r w:rsidR="00950FBD" w:rsidRPr="001F4234">
        <w:t xml:space="preserve"> </w:t>
      </w:r>
      <w:r w:rsidR="00E13B6C">
        <w:t>VAR TRÈS HAUT DÉBIT</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339F88D1" w:rsidR="00B00CC4" w:rsidRDefault="00E13B6C" w:rsidP="00F2655C">
      <w:pPr>
        <w:spacing w:before="120"/>
        <w:jc w:val="both"/>
        <w:rPr>
          <w:rFonts w:cs="Arial"/>
          <w:bCs/>
        </w:rPr>
      </w:pPr>
      <w:r>
        <w:rPr>
          <w:rFonts w:cs="Arial"/>
        </w:rPr>
        <w:t>VAR TRÈS HAUT DÉBIT</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A509318" w14:textId="77777777" w:rsidR="0037783A" w:rsidRPr="001F4234" w:rsidRDefault="0037783A" w:rsidP="00F2655C">
      <w:pPr>
        <w:spacing w:before="120"/>
        <w:jc w:val="both"/>
        <w:rPr>
          <w:rFonts w:cs="Arial"/>
          <w:bCs/>
        </w:rPr>
      </w:pPr>
    </w:p>
    <w:p w14:paraId="0CAE4DB1" w14:textId="77777777" w:rsidR="008F789E" w:rsidRPr="001F4234" w:rsidRDefault="0097146F" w:rsidP="0037783A">
      <w:pPr>
        <w:pStyle w:val="Titre30"/>
      </w:pPr>
      <w:bookmarkStart w:id="406" w:name="_Toc443561026"/>
      <w:bookmarkStart w:id="407" w:name="_Toc191257"/>
      <w:bookmarkStart w:id="408" w:name="_Toc124414206"/>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7AF1DA70"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13B6C">
        <w:rPr>
          <w:rFonts w:cs="Arial"/>
          <w:bCs/>
        </w:rPr>
        <w:t>VAR TRÈS HAUT DÉBIT</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13B6C">
        <w:rPr>
          <w:rFonts w:cs="Arial"/>
          <w:bCs/>
        </w:rPr>
        <w:t>VAR TRÈS HAUT DÉBIT</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13B6C">
        <w:rPr>
          <w:rFonts w:cs="Arial"/>
          <w:bCs/>
        </w:rPr>
        <w:t>VAR TRÈS HAUT DÉBIT</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48EA0168"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13B6C">
        <w:rPr>
          <w:rFonts w:cs="Arial"/>
          <w:bCs/>
        </w:rPr>
        <w:t>VAR TRÈS HAUT DÉBIT</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5444BD2F" w14:textId="77777777" w:rsidR="0037783A" w:rsidRPr="001F4234" w:rsidRDefault="0037783A" w:rsidP="00F2655C">
      <w:pPr>
        <w:spacing w:before="120"/>
        <w:jc w:val="both"/>
        <w:rPr>
          <w:rFonts w:cs="Arial"/>
          <w:bCs/>
        </w:rPr>
      </w:pPr>
    </w:p>
    <w:p w14:paraId="3714CC32" w14:textId="398B649C" w:rsidR="008F789E" w:rsidRPr="001F4234" w:rsidRDefault="0037783A" w:rsidP="0037783A">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r>
        <w:br w:type="page"/>
      </w:r>
      <w:bookmarkStart w:id="417" w:name="_Toc124414207"/>
      <w:r w:rsidR="008F789E" w:rsidRPr="001F4234">
        <w:lastRenderedPageBreak/>
        <w:t>service après-vente</w:t>
      </w:r>
      <w:bookmarkEnd w:id="409"/>
      <w:bookmarkEnd w:id="410"/>
      <w:bookmarkEnd w:id="411"/>
      <w:bookmarkEnd w:id="412"/>
      <w:bookmarkEnd w:id="413"/>
      <w:bookmarkEnd w:id="414"/>
      <w:bookmarkEnd w:id="415"/>
      <w:bookmarkEnd w:id="416"/>
      <w:bookmarkEnd w:id="417"/>
    </w:p>
    <w:p w14:paraId="33EA7E6B" w14:textId="278EB8E3"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13B6C">
        <w:rPr>
          <w:rFonts w:cs="Arial"/>
          <w:bCs/>
        </w:rPr>
        <w:t>VAR TRÈS HAUT DÉBIT</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13B6C">
        <w:rPr>
          <w:rFonts w:cs="Arial"/>
          <w:bCs/>
        </w:rPr>
        <w:t>VAR TRÈS HAUT DÉBIT</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13B6C">
        <w:rPr>
          <w:rFonts w:cs="Arial"/>
          <w:bCs/>
        </w:rPr>
        <w:t>VAR TRÈS HAUT DÉBIT</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37783A">
      <w:pPr>
        <w:pStyle w:val="Titre2"/>
      </w:pPr>
      <w:bookmarkStart w:id="418" w:name="_Toc191259"/>
      <w:bookmarkStart w:id="419" w:name="_Toc124414208"/>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208A3318"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13B6C">
        <w:rPr>
          <w:rFonts w:cs="Arial"/>
          <w:bCs/>
        </w:rPr>
        <w:t>VAR TRÈS HAUT DÉBIT</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37783A">
      <w:pPr>
        <w:pStyle w:val="Titre2"/>
      </w:pPr>
      <w:bookmarkStart w:id="420" w:name="_Toc443561035"/>
      <w:bookmarkStart w:id="421" w:name="_Toc191260"/>
      <w:bookmarkStart w:id="422" w:name="_Toc124414209"/>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7EDAFB07"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13B6C">
        <w:rPr>
          <w:rFonts w:cs="Arial"/>
          <w:bCs/>
        </w:rPr>
        <w:t>VAR TRÈS HAUT DÉBIT</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37783A">
      <w:pPr>
        <w:pStyle w:val="Titre2"/>
      </w:pPr>
      <w:bookmarkStart w:id="423" w:name="_Toc191261"/>
      <w:bookmarkStart w:id="424" w:name="_Toc124414210"/>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0EAEA71F" w:rsidR="005F21F5" w:rsidRPr="001F4234" w:rsidRDefault="00E13B6C" w:rsidP="00EC5830">
      <w:pPr>
        <w:spacing w:before="120"/>
        <w:jc w:val="both"/>
        <w:rPr>
          <w:rFonts w:cs="Arial"/>
          <w:bCs/>
        </w:rPr>
      </w:pPr>
      <w:r>
        <w:rPr>
          <w:rFonts w:cs="Arial"/>
        </w:rPr>
        <w:t>VAR TRÈS HAUT DÉBIT</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14C71D46" w:rsidR="008B6618" w:rsidRPr="001F4234" w:rsidRDefault="00E13B6C" w:rsidP="00F2655C">
      <w:pPr>
        <w:pStyle w:val="Texte"/>
        <w:rPr>
          <w:bCs/>
        </w:rPr>
      </w:pPr>
      <w:r>
        <w:t>VAR TRÈS HAUT DÉBIT</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37783A">
      <w:pPr>
        <w:pStyle w:val="Titre2"/>
      </w:pPr>
      <w:bookmarkStart w:id="425" w:name="_Toc492992403"/>
      <w:bookmarkStart w:id="426" w:name="_Toc191262"/>
      <w:bookmarkStart w:id="427" w:name="_Toc124414211"/>
      <w:bookmarkStart w:id="428" w:name="_Hlk518992859"/>
      <w:r w:rsidRPr="001F4234">
        <w:lastRenderedPageBreak/>
        <w:t>option de Garantie de Temps de Rétablissement S1 d’un Accès</w:t>
      </w:r>
      <w:bookmarkEnd w:id="425"/>
      <w:bookmarkEnd w:id="426"/>
      <w:r w:rsidR="00982B70" w:rsidRPr="001F4234">
        <w:t xml:space="preserve"> (GTR 4H S1)</w:t>
      </w:r>
      <w:bookmarkEnd w:id="427"/>
    </w:p>
    <w:p w14:paraId="0AD6B2ED" w14:textId="5AED4340" w:rsidR="0031402E" w:rsidRPr="001F4234" w:rsidRDefault="00E13B6C" w:rsidP="00EC5830">
      <w:pPr>
        <w:spacing w:before="120"/>
        <w:jc w:val="both"/>
        <w:rPr>
          <w:rFonts w:cs="Arial"/>
          <w:bCs/>
        </w:rPr>
      </w:pPr>
      <w:r>
        <w:rPr>
          <w:rFonts w:cs="Arial"/>
        </w:rPr>
        <w:t>VAR TRÈS HAUT DÉBIT</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52CC4B61"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13B6C">
        <w:rPr>
          <w:rFonts w:cs="Arial"/>
        </w:rPr>
        <w:t>VAR TRÈS HAUT DÉBIT</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8"/>
    <w:p w14:paraId="4E47C1B8" w14:textId="77777777" w:rsidR="008F789E" w:rsidRPr="001F4234" w:rsidRDefault="008F789E" w:rsidP="00EC5830">
      <w:pPr>
        <w:spacing w:before="120"/>
        <w:jc w:val="both"/>
        <w:rPr>
          <w:rFonts w:cs="Arial"/>
          <w:bCs/>
        </w:rPr>
      </w:pPr>
    </w:p>
    <w:p w14:paraId="31DF82CA" w14:textId="5212AD10" w:rsidR="008F789E" w:rsidRPr="001F4234" w:rsidRDefault="008F789E" w:rsidP="0037783A">
      <w:pPr>
        <w:pStyle w:val="Titre2"/>
      </w:pPr>
      <w:bookmarkStart w:id="429" w:name="_Toc443561039"/>
      <w:bookmarkStart w:id="430" w:name="_Toc191263"/>
      <w:bookmarkStart w:id="431" w:name="_Toc124414212"/>
      <w:r w:rsidRPr="001F4234">
        <w:t xml:space="preserve">conditions requises pour la mise en œuvre des engagements </w:t>
      </w:r>
      <w:bookmarkEnd w:id="429"/>
      <w:r w:rsidR="00950FBD" w:rsidRPr="001F4234">
        <w:t xml:space="preserve">de </w:t>
      </w:r>
      <w:bookmarkEnd w:id="430"/>
      <w:r w:rsidR="00E13B6C">
        <w:t>VAR TRÈS HAUT DÉBIT</w:t>
      </w:r>
      <w:bookmarkEnd w:id="431"/>
    </w:p>
    <w:p w14:paraId="66A95C24" w14:textId="1AAC0D58" w:rsidR="008F789E" w:rsidRPr="001F4234" w:rsidRDefault="008F789E" w:rsidP="00F2655C">
      <w:pPr>
        <w:pStyle w:val="Texte"/>
      </w:pPr>
      <w:r w:rsidRPr="001F4234">
        <w:t xml:space="preserve">L'engagement </w:t>
      </w:r>
      <w:r w:rsidR="00950FBD" w:rsidRPr="001F4234">
        <w:t xml:space="preserve">de </w:t>
      </w:r>
      <w:r w:rsidR="00E13B6C">
        <w:t>VAR TRÈS HAUT DÉBIT</w:t>
      </w:r>
      <w:r w:rsidR="003F1196" w:rsidRPr="001F4234">
        <w:t xml:space="preserve"> </w:t>
      </w:r>
      <w:r w:rsidRPr="001F4234">
        <w:t>couvre toute interruption absolue de l’Offre dont le caractère continu est constaté par</w:t>
      </w:r>
      <w:r w:rsidR="00950FBD" w:rsidRPr="001F4234">
        <w:t xml:space="preserve"> </w:t>
      </w:r>
      <w:r w:rsidR="00E13B6C">
        <w:t>VAR TRÈS HAUT DÉBIT</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7944C0C6"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13B6C">
        <w:t>VAR TRÈS HAUT DÉBIT</w:t>
      </w:r>
      <w:r w:rsidR="003F1196" w:rsidRPr="001F4234">
        <w:t xml:space="preserve"> </w:t>
      </w:r>
      <w:r w:rsidRPr="001F4234">
        <w:t>dans les limites prévues par les STAS.</w:t>
      </w:r>
    </w:p>
    <w:p w14:paraId="5BCBB99F" w14:textId="08FD38DB" w:rsidR="008F789E" w:rsidRPr="001F4234" w:rsidRDefault="008F789E" w:rsidP="00F2655C">
      <w:pPr>
        <w:pStyle w:val="Texte"/>
      </w:pPr>
      <w:r w:rsidRPr="001F4234">
        <w:t>L’</w:t>
      </w:r>
      <w:r w:rsidR="00973AC3" w:rsidRPr="001F4234">
        <w:t>Opérateur</w:t>
      </w:r>
      <w:r w:rsidRPr="001F4234">
        <w:t xml:space="preserve"> doit permettre au personnel </w:t>
      </w:r>
      <w:r w:rsidR="00950FBD" w:rsidRPr="001F4234">
        <w:t xml:space="preserve">de </w:t>
      </w:r>
      <w:r w:rsidR="00E13B6C">
        <w:t>VAR TRÈS HAUT DÉBIT</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1D828275"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13B6C">
        <w:t>VAR TRÈS HAUT DÉBIT</w:t>
      </w:r>
      <w:r w:rsidR="003F1196" w:rsidRPr="001F4234">
        <w:t xml:space="preserve"> </w:t>
      </w:r>
      <w:r w:rsidRPr="001F4234">
        <w:t>tels que décrits ci-dessus,</w:t>
      </w:r>
      <w:r w:rsidR="00950FBD" w:rsidRPr="001F4234">
        <w:t xml:space="preserve"> </w:t>
      </w:r>
      <w:r w:rsidR="00E13B6C">
        <w:t>VAR TRÈS HAUT DÉBIT</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758FEDC9"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13B6C">
        <w:t>VAR TRÈS HAUT DÉBIT</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3F20A4D2"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13B6C">
        <w:t>VAR TRÈS HAUT DÉBIT</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16091AC6" w:rsidR="00973AC3" w:rsidRPr="001F4234" w:rsidRDefault="00E13B6C" w:rsidP="00F2655C">
      <w:pPr>
        <w:pStyle w:val="Texte"/>
      </w:pPr>
      <w:r>
        <w:t>VAR TRÈS HAUT DÉBIT</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2ECCF623"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E13B6C">
        <w:t>VAR TRÈS HAUT DÉBIT</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20887A1B" w14:textId="37495FDE" w:rsidR="008F789E" w:rsidRPr="001F4234" w:rsidRDefault="008F789E" w:rsidP="0037783A">
      <w:pPr>
        <w:pStyle w:val="Titre2"/>
      </w:pPr>
      <w:bookmarkStart w:id="432" w:name="_Toc443561040"/>
      <w:bookmarkStart w:id="433" w:name="_Toc191264"/>
      <w:bookmarkStart w:id="434" w:name="_Toc124414213"/>
      <w:r w:rsidRPr="001F4234">
        <w:lastRenderedPageBreak/>
        <w:t xml:space="preserve">pénalités à la charge </w:t>
      </w:r>
      <w:bookmarkEnd w:id="432"/>
      <w:r w:rsidR="00950FBD" w:rsidRPr="001F4234">
        <w:t xml:space="preserve">de </w:t>
      </w:r>
      <w:bookmarkEnd w:id="433"/>
      <w:r w:rsidR="00E13B6C">
        <w:t>VAR TRÈS HAUT DÉBIT</w:t>
      </w:r>
      <w:bookmarkEnd w:id="434"/>
    </w:p>
    <w:p w14:paraId="2EC11A21" w14:textId="46751CB4"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13B6C">
        <w:t>VAR TRÈS HAUT DÉBIT</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EC5830">
      <w:pPr>
        <w:pStyle w:val="Texte"/>
        <w:numPr>
          <w:ilvl w:val="0"/>
          <w:numId w:val="34"/>
        </w:numPr>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EC5830">
      <w:pPr>
        <w:pStyle w:val="Texte"/>
        <w:numPr>
          <w:ilvl w:val="0"/>
          <w:numId w:val="34"/>
        </w:numPr>
      </w:pPr>
      <w:r w:rsidRPr="001F4234">
        <w:t xml:space="preserve">l'interruption de l’Offre est </w:t>
      </w:r>
      <w:r w:rsidR="008F789E" w:rsidRPr="001F4234">
        <w:t>du fait d’un tiers,</w:t>
      </w:r>
    </w:p>
    <w:p w14:paraId="7D369A99" w14:textId="003C9F34" w:rsidR="009A0239" w:rsidRPr="001F4234" w:rsidRDefault="00EB6FB4" w:rsidP="00EC5830">
      <w:pPr>
        <w:pStyle w:val="Texte"/>
        <w:numPr>
          <w:ilvl w:val="0"/>
          <w:numId w:val="34"/>
        </w:numPr>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13B6C">
        <w:t>VAR TRÈS HAUT DÉBIT</w:t>
      </w:r>
      <w:r w:rsidR="003F1196" w:rsidRPr="001F4234">
        <w:t xml:space="preserve"> </w:t>
      </w:r>
      <w:r w:rsidR="0031402E" w:rsidRPr="001F4234">
        <w:t xml:space="preserve">nécessitant une autorisation de tiers extérieur </w:t>
      </w:r>
      <w:r w:rsidR="00950FBD" w:rsidRPr="001F4234">
        <w:t xml:space="preserve">à </w:t>
      </w:r>
      <w:r w:rsidR="00E13B6C">
        <w:t>VAR TRÈS HAUT DÉBIT</w:t>
      </w:r>
      <w:r w:rsidR="003F7BD4" w:rsidRPr="001F4234">
        <w:t>,</w:t>
      </w:r>
    </w:p>
    <w:p w14:paraId="32D5D452" w14:textId="77777777" w:rsidR="008F789E" w:rsidRPr="001F4234" w:rsidRDefault="008F789E" w:rsidP="00EC5830">
      <w:pPr>
        <w:pStyle w:val="Texte"/>
        <w:numPr>
          <w:ilvl w:val="0"/>
          <w:numId w:val="34"/>
        </w:numPr>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08C6D6D1" w:rsidR="00647E20" w:rsidRDefault="00647E20" w:rsidP="00EC5830">
      <w:pPr>
        <w:pStyle w:val="Texte"/>
      </w:pPr>
      <w:r w:rsidRPr="001F4234">
        <w:t>Toutefois une telle pénalité n’est pas due en cas de service dégradé</w:t>
      </w:r>
      <w:r w:rsidR="00705AD7" w:rsidRPr="001F4234">
        <w:t xml:space="preserve"> </w:t>
      </w:r>
      <w:r w:rsidRPr="001F4234">
        <w:t xml:space="preserve">ou si l’Opérateur demande la clôture du ticket de la nouvelle signalisation. </w:t>
      </w:r>
    </w:p>
    <w:p w14:paraId="4F2BCE0A" w14:textId="77777777" w:rsidR="0037783A" w:rsidRPr="001F4234" w:rsidRDefault="0037783A" w:rsidP="00EC5830">
      <w:pPr>
        <w:pStyle w:val="Texte"/>
      </w:pPr>
    </w:p>
    <w:p w14:paraId="69757023" w14:textId="77777777" w:rsidR="008F789E" w:rsidRPr="001F4234" w:rsidRDefault="008F789E" w:rsidP="0037783A">
      <w:pPr>
        <w:pStyle w:val="Titre1"/>
      </w:pPr>
      <w:bookmarkStart w:id="435" w:name="_Toc443561041"/>
      <w:bookmarkStart w:id="436" w:name="_Toc191265"/>
      <w:bookmarkStart w:id="437" w:name="_Toc124414214"/>
      <w:r w:rsidRPr="001F4234">
        <w:t>modifications de l’Offre</w:t>
      </w:r>
      <w:bookmarkEnd w:id="435"/>
      <w:bookmarkEnd w:id="436"/>
      <w:bookmarkEnd w:id="437"/>
    </w:p>
    <w:p w14:paraId="595BE121" w14:textId="0F1CBABD" w:rsidR="008F789E" w:rsidRPr="001F4234" w:rsidRDefault="00E13B6C" w:rsidP="00F2655C">
      <w:pPr>
        <w:pStyle w:val="Texte"/>
      </w:pPr>
      <w:r>
        <w:t>VAR TRÈS HAUT DÉBIT</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77777777" w:rsidR="00414868" w:rsidRPr="001F4234" w:rsidRDefault="00414868" w:rsidP="00EC5830">
      <w:pPr>
        <w:pStyle w:val="Texte"/>
        <w:numPr>
          <w:ilvl w:val="0"/>
          <w:numId w:val="34"/>
        </w:numPr>
      </w:pPr>
      <w:r w:rsidRPr="001F4234">
        <w:t xml:space="preserve">modifications </w:t>
      </w:r>
      <w:r w:rsidR="00203889" w:rsidRPr="001F4234">
        <w:t>de la position tête d’opérateur au NRO</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37783A">
      <w:pPr>
        <w:pStyle w:val="Titre2"/>
      </w:pPr>
      <w:bookmarkStart w:id="438" w:name="_Toc191266"/>
      <w:bookmarkStart w:id="439" w:name="_Toc124414215"/>
      <w:r w:rsidRPr="001F4234">
        <w:lastRenderedPageBreak/>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1F4234" w:rsidRDefault="00203889" w:rsidP="0037783A">
      <w:pPr>
        <w:pStyle w:val="Titre2"/>
      </w:pPr>
      <w:bookmarkStart w:id="440" w:name="_Toc443561045"/>
      <w:bookmarkStart w:id="441" w:name="_Toc191267"/>
      <w:bookmarkStart w:id="442" w:name="_Toc124414216"/>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1F4234">
        <w:t>Client Final</w:t>
      </w:r>
      <w:bookmarkEnd w:id="441"/>
      <w:bookmarkEnd w:id="442"/>
    </w:p>
    <w:p w14:paraId="68DAAB14" w14:textId="68A6496B" w:rsidR="008F789E" w:rsidRPr="001F4234" w:rsidRDefault="00E13B6C" w:rsidP="00F2655C">
      <w:pPr>
        <w:pStyle w:val="Texte"/>
      </w:pPr>
      <w:r>
        <w:t>VAR TRÈS HAUT DÉBIT</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F4234" w:rsidRDefault="008F789E" w:rsidP="0037783A">
      <w:pPr>
        <w:pStyle w:val="Titre1"/>
      </w:pPr>
      <w:bookmarkStart w:id="443" w:name="_Toc443561046"/>
      <w:bookmarkStart w:id="444" w:name="_Toc191268"/>
      <w:bookmarkStart w:id="445" w:name="_Toc124414217"/>
      <w:r w:rsidRPr="001F4234">
        <w:t>centralisation des commandes et de la gestion</w:t>
      </w:r>
      <w:bookmarkEnd w:id="443"/>
      <w:bookmarkEnd w:id="444"/>
      <w:bookmarkEnd w:id="445"/>
      <w:r w:rsidRPr="001F4234">
        <w:t xml:space="preserve"> </w:t>
      </w:r>
    </w:p>
    <w:p w14:paraId="0BE1A28D" w14:textId="615E6A27" w:rsidR="008F789E" w:rsidRPr="001F4234" w:rsidRDefault="008F789E" w:rsidP="00F2655C">
      <w:pPr>
        <w:pStyle w:val="Texte"/>
      </w:pPr>
      <w:r w:rsidRPr="001F4234">
        <w:t>La mise en œuvre de l’Offre suppose une gestion centralisée par</w:t>
      </w:r>
      <w:r w:rsidR="00950FBD" w:rsidRPr="001F4234">
        <w:t xml:space="preserve"> </w:t>
      </w:r>
      <w:r w:rsidR="00E13B6C">
        <w:t>VAR TRÈS HAUT DÉBIT</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13B6C">
        <w:t>VAR TRÈS HAUT DÉBIT</w:t>
      </w:r>
      <w:r w:rsidR="00327D3F" w:rsidRPr="001F4234">
        <w:t xml:space="preserve"> </w:t>
      </w:r>
      <w:r w:rsidRPr="001F4234">
        <w:t>dans le bon de commande.</w:t>
      </w:r>
    </w:p>
    <w:p w14:paraId="6A25AAA6" w14:textId="78CF664F" w:rsidR="00705B8C" w:rsidRDefault="008F789E" w:rsidP="00EC5830">
      <w:pPr>
        <w:pStyle w:val="Texte"/>
      </w:pPr>
      <w:r w:rsidRPr="001F4234">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4794E533" w14:textId="77777777" w:rsidR="0037783A" w:rsidRPr="001F4234" w:rsidRDefault="0037783A" w:rsidP="00EC5830">
      <w:pPr>
        <w:pStyle w:val="Texte"/>
      </w:pPr>
    </w:p>
    <w:p w14:paraId="13178853" w14:textId="61403F75" w:rsidR="002D151E" w:rsidRPr="001F4234" w:rsidRDefault="002D151E" w:rsidP="0037783A">
      <w:pPr>
        <w:pStyle w:val="Titre1"/>
      </w:pPr>
      <w:bookmarkStart w:id="446" w:name="_Toc191269"/>
      <w:bookmarkStart w:id="447" w:name="_Toc124414218"/>
      <w:r w:rsidRPr="001F4234">
        <w:t xml:space="preserve">évolution du réseau </w:t>
      </w:r>
      <w:r w:rsidR="00950FBD" w:rsidRPr="001F4234">
        <w:t xml:space="preserve">de </w:t>
      </w:r>
      <w:bookmarkEnd w:id="446"/>
      <w:r w:rsidR="00E13B6C">
        <w:t>VAR TRÈS HAUT DÉBIT</w:t>
      </w:r>
      <w:bookmarkEnd w:id="447"/>
    </w:p>
    <w:p w14:paraId="08D59227" w14:textId="77777777" w:rsidR="002D151E" w:rsidRPr="001F4234" w:rsidRDefault="002D151E" w:rsidP="0037783A">
      <w:pPr>
        <w:pStyle w:val="Titre2"/>
      </w:pPr>
      <w:bookmarkStart w:id="448" w:name="_Toc191270"/>
      <w:bookmarkStart w:id="449" w:name="_Toc124414219"/>
      <w:r w:rsidRPr="001F4234">
        <w:t>modifications des conditions de fourniture</w:t>
      </w:r>
      <w:bookmarkEnd w:id="448"/>
      <w:bookmarkEnd w:id="449"/>
      <w:r w:rsidRPr="001F4234">
        <w:t xml:space="preserve"> </w:t>
      </w:r>
    </w:p>
    <w:p w14:paraId="045485EA" w14:textId="7BB525B7" w:rsidR="002D151E" w:rsidRPr="0037783A" w:rsidRDefault="002D151E" w:rsidP="0037783A">
      <w:pPr>
        <w:pStyle w:val="Titre2"/>
        <w:numPr>
          <w:ilvl w:val="0"/>
          <w:numId w:val="0"/>
        </w:numPr>
        <w:rPr>
          <w:b w:val="0"/>
          <w:bCs w:val="0"/>
          <w:iCs w:val="0"/>
          <w:color w:val="auto"/>
          <w:sz w:val="20"/>
          <w:szCs w:val="20"/>
        </w:rPr>
      </w:pPr>
      <w:bookmarkStart w:id="450" w:name="_Toc124414220"/>
      <w:r w:rsidRPr="0037783A">
        <w:rPr>
          <w:b w:val="0"/>
          <w:bCs w:val="0"/>
          <w:iCs w:val="0"/>
          <w:color w:val="auto"/>
          <w:sz w:val="20"/>
          <w:szCs w:val="20"/>
        </w:rPr>
        <w:t xml:space="preserve">L’Opérateur reconnaît que les réseaux de télécommunications </w:t>
      </w:r>
      <w:r w:rsidR="00950FBD" w:rsidRPr="0037783A">
        <w:rPr>
          <w:b w:val="0"/>
          <w:bCs w:val="0"/>
          <w:iCs w:val="0"/>
          <w:color w:val="auto"/>
          <w:sz w:val="20"/>
          <w:szCs w:val="20"/>
        </w:rPr>
        <w:t xml:space="preserve">de </w:t>
      </w:r>
      <w:r w:rsidR="00E13B6C" w:rsidRPr="0037783A">
        <w:rPr>
          <w:b w:val="0"/>
          <w:bCs w:val="0"/>
          <w:iCs w:val="0"/>
          <w:color w:val="auto"/>
          <w:sz w:val="20"/>
          <w:szCs w:val="20"/>
        </w:rPr>
        <w:t>VAR TRÈS HAUT DÉBIT</w:t>
      </w:r>
      <w:r w:rsidR="003F1196" w:rsidRPr="0037783A">
        <w:rPr>
          <w:b w:val="0"/>
          <w:bCs w:val="0"/>
          <w:iCs w:val="0"/>
          <w:color w:val="auto"/>
          <w:sz w:val="20"/>
          <w:szCs w:val="20"/>
        </w:rPr>
        <w:t xml:space="preserve"> </w:t>
      </w:r>
      <w:r w:rsidRPr="0037783A">
        <w:rPr>
          <w:b w:val="0"/>
          <w:bCs w:val="0"/>
          <w:iCs w:val="0"/>
          <w:color w:val="auto"/>
          <w:sz w:val="20"/>
          <w:szCs w:val="20"/>
        </w:rPr>
        <w:t>peuvent faire l'objet d'évolutions par</w:t>
      </w:r>
      <w:r w:rsidR="00950FBD" w:rsidRPr="0037783A">
        <w:rPr>
          <w:b w:val="0"/>
          <w:bCs w:val="0"/>
          <w:iCs w:val="0"/>
          <w:color w:val="auto"/>
          <w:sz w:val="20"/>
          <w:szCs w:val="20"/>
        </w:rPr>
        <w:t xml:space="preserve"> </w:t>
      </w:r>
      <w:r w:rsidR="00E13B6C" w:rsidRPr="0037783A">
        <w:rPr>
          <w:b w:val="0"/>
          <w:bCs w:val="0"/>
          <w:iCs w:val="0"/>
          <w:color w:val="auto"/>
          <w:sz w:val="20"/>
          <w:szCs w:val="20"/>
        </w:rPr>
        <w:t>VAR TRÈS HAUT DÉBIT</w:t>
      </w:r>
      <w:r w:rsidR="003F1196" w:rsidRPr="0037783A">
        <w:rPr>
          <w:b w:val="0"/>
          <w:bCs w:val="0"/>
          <w:iCs w:val="0"/>
          <w:color w:val="auto"/>
          <w:sz w:val="20"/>
          <w:szCs w:val="20"/>
        </w:rPr>
        <w:t xml:space="preserve"> </w:t>
      </w:r>
      <w:r w:rsidRPr="0037783A">
        <w:rPr>
          <w:b w:val="0"/>
          <w:bCs w:val="0"/>
          <w:iCs w:val="0"/>
          <w:color w:val="auto"/>
          <w:sz w:val="20"/>
          <w:szCs w:val="20"/>
        </w:rPr>
        <w:t xml:space="preserve">susceptibles de modifier les caractéristiques de l’Offre fournie au titre du Contrat. A cet égard, les règles générales d'évolutions des réseaux </w:t>
      </w:r>
      <w:r w:rsidR="003F1196" w:rsidRPr="0037783A">
        <w:rPr>
          <w:b w:val="0"/>
          <w:bCs w:val="0"/>
          <w:iCs w:val="0"/>
          <w:color w:val="auto"/>
          <w:sz w:val="20"/>
          <w:szCs w:val="20"/>
        </w:rPr>
        <w:t xml:space="preserve">de </w:t>
      </w:r>
      <w:r w:rsidR="00E13B6C" w:rsidRPr="0037783A">
        <w:rPr>
          <w:b w:val="0"/>
          <w:bCs w:val="0"/>
          <w:iCs w:val="0"/>
          <w:color w:val="auto"/>
          <w:sz w:val="20"/>
          <w:szCs w:val="20"/>
        </w:rPr>
        <w:t>VAR TRÈS HAUT DÉBIT</w:t>
      </w:r>
      <w:r w:rsidR="007B68A0" w:rsidRPr="0037783A">
        <w:rPr>
          <w:b w:val="0"/>
          <w:bCs w:val="0"/>
          <w:iCs w:val="0"/>
          <w:color w:val="auto"/>
          <w:sz w:val="20"/>
          <w:szCs w:val="20"/>
        </w:rPr>
        <w:t xml:space="preserve"> sont précisées sur l’Espace O</w:t>
      </w:r>
      <w:r w:rsidRPr="0037783A">
        <w:rPr>
          <w:b w:val="0"/>
          <w:bCs w:val="0"/>
          <w:iCs w:val="0"/>
          <w:color w:val="auto"/>
          <w:sz w:val="20"/>
          <w:szCs w:val="20"/>
        </w:rPr>
        <w:t>pérateur</w:t>
      </w:r>
      <w:r w:rsidR="007B68A0" w:rsidRPr="0037783A">
        <w:rPr>
          <w:b w:val="0"/>
          <w:bCs w:val="0"/>
          <w:iCs w:val="0"/>
          <w:color w:val="auto"/>
          <w:sz w:val="20"/>
          <w:szCs w:val="20"/>
        </w:rPr>
        <w:t>s</w:t>
      </w:r>
      <w:r w:rsidRPr="0037783A">
        <w:rPr>
          <w:b w:val="0"/>
          <w:bCs w:val="0"/>
          <w:iCs w:val="0"/>
          <w:color w:val="auto"/>
          <w:sz w:val="20"/>
          <w:szCs w:val="20"/>
        </w:rPr>
        <w:t>, l’Opérateur reconnaissant expressément l'application pleine et entière de ces dispositions.</w:t>
      </w:r>
      <w:bookmarkEnd w:id="450"/>
      <w:r w:rsidRPr="0037783A">
        <w:rPr>
          <w:b w:val="0"/>
          <w:bCs w:val="0"/>
          <w:iCs w:val="0"/>
          <w:color w:val="auto"/>
          <w:sz w:val="20"/>
          <w:szCs w:val="20"/>
        </w:rPr>
        <w:t xml:space="preserve"> </w:t>
      </w:r>
    </w:p>
    <w:p w14:paraId="39A207C6" w14:textId="77777777" w:rsidR="00195CD3" w:rsidRPr="001F4234" w:rsidRDefault="00195CD3" w:rsidP="00EC5830">
      <w:pPr>
        <w:pStyle w:val="Texte"/>
      </w:pPr>
    </w:p>
    <w:p w14:paraId="1810FF63" w14:textId="77777777" w:rsidR="002D151E" w:rsidRPr="001F4234" w:rsidRDefault="002D151E" w:rsidP="0037783A">
      <w:pPr>
        <w:pStyle w:val="Titre2"/>
      </w:pPr>
      <w:bookmarkStart w:id="451" w:name="_Toc191271"/>
      <w:bookmarkStart w:id="452" w:name="_Toc124414221"/>
      <w:r w:rsidRPr="001F4234">
        <w:t>fermeture d'un NRO</w:t>
      </w:r>
      <w:bookmarkEnd w:id="451"/>
      <w:bookmarkEnd w:id="452"/>
      <w:r w:rsidRPr="001F4234">
        <w:t xml:space="preserve"> </w:t>
      </w:r>
    </w:p>
    <w:p w14:paraId="5F22453E" w14:textId="6EB0FA5D" w:rsidR="002D151E" w:rsidRDefault="002D151E" w:rsidP="00EC5830">
      <w:pPr>
        <w:pStyle w:val="Texte"/>
      </w:pPr>
      <w:r w:rsidRPr="001F4234">
        <w:t>En cas de fermeture d'un NRO,</w:t>
      </w:r>
      <w:r w:rsidR="00950FBD" w:rsidRPr="001F4234">
        <w:t xml:space="preserve"> </w:t>
      </w:r>
      <w:r w:rsidR="00E13B6C">
        <w:t>VAR TRÈS HAUT DÉBIT</w:t>
      </w:r>
      <w:r w:rsidR="003F1196" w:rsidRPr="001F4234">
        <w:t xml:space="preserve"> </w:t>
      </w:r>
      <w:r w:rsidRPr="001F4234">
        <w:t xml:space="preserve">informera l’Opérateur présent sur ledit NRO en respectant un préavis de douze (12) mois. La fermeture d'un NRO entraîne la résiliation des composantes de l’Offre et de l’ensemble des autres Offres </w:t>
      </w:r>
      <w:r w:rsidR="00950FBD" w:rsidRPr="001F4234">
        <w:t xml:space="preserve">de </w:t>
      </w:r>
      <w:r w:rsidR="00E13B6C">
        <w:t>VAR TRÈS HAUT DÉBIT</w:t>
      </w:r>
      <w:r w:rsidRPr="001F4234">
        <w:t xml:space="preserve"> sur ledit NRO.</w:t>
      </w:r>
    </w:p>
    <w:p w14:paraId="1681B1A8" w14:textId="77777777" w:rsidR="0037783A" w:rsidRPr="001F4234" w:rsidRDefault="0037783A" w:rsidP="00EC5830">
      <w:pPr>
        <w:pStyle w:val="Texte"/>
      </w:pPr>
    </w:p>
    <w:p w14:paraId="34D2C868" w14:textId="313C3989" w:rsidR="00E038C6" w:rsidRPr="001F4234" w:rsidRDefault="00705B8C" w:rsidP="0037783A">
      <w:pPr>
        <w:pStyle w:val="Titre1"/>
      </w:pPr>
      <w:bookmarkStart w:id="453" w:name="_Toc191272"/>
      <w:bookmarkStart w:id="454" w:name="_Toc124414222"/>
      <w:r w:rsidRPr="001F4234">
        <w:lastRenderedPageBreak/>
        <w:t>durée et</w:t>
      </w:r>
      <w:r w:rsidR="00F04DA9" w:rsidRPr="001F4234">
        <w:t xml:space="preserve"> date</w:t>
      </w:r>
      <w:r w:rsidRPr="001F4234">
        <w:t xml:space="preserve"> d’effet</w:t>
      </w:r>
      <w:bookmarkEnd w:id="453"/>
      <w:bookmarkEnd w:id="454"/>
    </w:p>
    <w:p w14:paraId="155F14ED" w14:textId="248AFFA6"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037E4000" w14:textId="77777777" w:rsidR="0037783A" w:rsidRPr="001F4234" w:rsidRDefault="0037783A" w:rsidP="00EC5830">
      <w:pPr>
        <w:pStyle w:val="Texte"/>
      </w:pPr>
    </w:p>
    <w:p w14:paraId="7BB28516" w14:textId="77777777" w:rsidR="00A0643A" w:rsidRPr="001F4234" w:rsidRDefault="00A0643A" w:rsidP="0037783A">
      <w:pPr>
        <w:pStyle w:val="Titre1"/>
      </w:pPr>
      <w:bookmarkStart w:id="455" w:name="_Toc349928183"/>
      <w:bookmarkStart w:id="456" w:name="_Toc349928193"/>
      <w:bookmarkStart w:id="457" w:name="_Toc349928196"/>
      <w:bookmarkStart w:id="458" w:name="_Toc349928268"/>
      <w:bookmarkStart w:id="459" w:name="_Toc349928197"/>
      <w:bookmarkStart w:id="460" w:name="_Toc349928269"/>
      <w:bookmarkStart w:id="461" w:name="_Toc349996795"/>
      <w:bookmarkStart w:id="462" w:name="_Toc354763154"/>
      <w:bookmarkStart w:id="463" w:name="_Toc359579391"/>
      <w:bookmarkStart w:id="464" w:name="_Toc359583008"/>
      <w:bookmarkStart w:id="465" w:name="_Toc359583104"/>
      <w:bookmarkStart w:id="466" w:name="_Toc359583205"/>
      <w:bookmarkStart w:id="467" w:name="_Toc349928199"/>
      <w:bookmarkStart w:id="468" w:name="_Toc306356028"/>
      <w:bookmarkStart w:id="469" w:name="_Toc309308784"/>
      <w:bookmarkStart w:id="470" w:name="_Toc306356030"/>
      <w:bookmarkStart w:id="471" w:name="_Toc309308786"/>
      <w:bookmarkStart w:id="472" w:name="_Toc306356031"/>
      <w:bookmarkStart w:id="473" w:name="_Toc309308787"/>
      <w:bookmarkStart w:id="474" w:name="_Toc295232226"/>
      <w:bookmarkStart w:id="475" w:name="_Toc295292920"/>
      <w:bookmarkStart w:id="476" w:name="_Toc295380938"/>
      <w:bookmarkStart w:id="477" w:name="_Toc295395566"/>
      <w:bookmarkStart w:id="478" w:name="_Toc295232235"/>
      <w:bookmarkStart w:id="479" w:name="_Toc295292929"/>
      <w:bookmarkStart w:id="480" w:name="_Toc295380947"/>
      <w:bookmarkStart w:id="481" w:name="_Toc295395575"/>
      <w:bookmarkStart w:id="482" w:name="_Toc295232236"/>
      <w:bookmarkStart w:id="483" w:name="_Toc295292930"/>
      <w:bookmarkStart w:id="484" w:name="_Toc295380948"/>
      <w:bookmarkStart w:id="485" w:name="_Toc295395576"/>
      <w:bookmarkStart w:id="486" w:name="_Toc295232237"/>
      <w:bookmarkStart w:id="487" w:name="_Toc295292931"/>
      <w:bookmarkStart w:id="488" w:name="_Toc295380949"/>
      <w:bookmarkStart w:id="489" w:name="_Toc295395577"/>
      <w:bookmarkStart w:id="490" w:name="_Toc346733876"/>
      <w:bookmarkStart w:id="491" w:name="_Toc346872034"/>
      <w:bookmarkStart w:id="492" w:name="_Toc354763183"/>
      <w:bookmarkStart w:id="493" w:name="_Toc359579421"/>
      <w:bookmarkStart w:id="494" w:name="_Toc359583038"/>
      <w:bookmarkStart w:id="495" w:name="_Toc359583134"/>
      <w:bookmarkStart w:id="496" w:name="_Toc359583235"/>
      <w:bookmarkStart w:id="497" w:name="_Toc354763185"/>
      <w:bookmarkStart w:id="498" w:name="_Toc359579423"/>
      <w:bookmarkStart w:id="499" w:name="_Toc359583040"/>
      <w:bookmarkStart w:id="500" w:name="_Toc359583136"/>
      <w:bookmarkStart w:id="501" w:name="_Toc359583237"/>
      <w:bookmarkStart w:id="502" w:name="_Toc252979199"/>
      <w:bookmarkStart w:id="503" w:name="_Toc252979200"/>
      <w:bookmarkStart w:id="504" w:name="_Toc252979201"/>
      <w:bookmarkStart w:id="505" w:name="_Toc252538285"/>
      <w:bookmarkStart w:id="506" w:name="_Toc252538290"/>
      <w:bookmarkStart w:id="507" w:name="_Toc252538291"/>
      <w:bookmarkStart w:id="508" w:name="_Toc252538293"/>
      <w:bookmarkStart w:id="509" w:name="_Toc252979203"/>
      <w:bookmarkStart w:id="510" w:name="_Toc354763188"/>
      <w:bookmarkStart w:id="511" w:name="_Toc359579426"/>
      <w:bookmarkStart w:id="512" w:name="_Toc359583043"/>
      <w:bookmarkStart w:id="513" w:name="_Toc359583139"/>
      <w:bookmarkStart w:id="514" w:name="_Toc359583240"/>
      <w:bookmarkStart w:id="515" w:name="_Toc252979209"/>
      <w:bookmarkStart w:id="516" w:name="_Toc254692744"/>
      <w:bookmarkStart w:id="517" w:name="_Toc254693547"/>
      <w:bookmarkStart w:id="518" w:name="_Toc254798075"/>
      <w:bookmarkStart w:id="519" w:name="_Toc254798142"/>
      <w:bookmarkStart w:id="520" w:name="_Toc211414328"/>
      <w:bookmarkStart w:id="521" w:name="_Toc246759840"/>
      <w:bookmarkStart w:id="522" w:name="_Toc231120454"/>
      <w:bookmarkStart w:id="523" w:name="_Ref270945817"/>
      <w:bookmarkStart w:id="524" w:name="_Toc275277574"/>
      <w:bookmarkStart w:id="525" w:name="_Toc275277906"/>
      <w:bookmarkStart w:id="526" w:name="_Toc275608692"/>
      <w:bookmarkStart w:id="527" w:name="_Toc275608767"/>
      <w:bookmarkStart w:id="528" w:name="_Toc275608842"/>
      <w:bookmarkStart w:id="529" w:name="_Toc293482362"/>
      <w:bookmarkStart w:id="530" w:name="_Toc358032991"/>
      <w:bookmarkStart w:id="531" w:name="_Toc443561053"/>
      <w:bookmarkStart w:id="532" w:name="_Toc191273"/>
      <w:bookmarkStart w:id="533" w:name="_Toc124414223"/>
      <w:bookmarkStart w:id="534" w:name="_Toc259457732"/>
      <w:bookmarkEnd w:id="376"/>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Pr="001F4234">
        <w:t>prix et facturation</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2BE66F2A" w:rsidR="00A0643A" w:rsidRDefault="00A0643A" w:rsidP="00F2655C">
      <w:pPr>
        <w:pStyle w:val="Texte"/>
      </w:pPr>
      <w:r w:rsidRPr="001F4234">
        <w:t>Les prix peuvent être modifiés selon les modalités précisées dans les Conditions Générales.</w:t>
      </w:r>
    </w:p>
    <w:p w14:paraId="42435BD9" w14:textId="77777777" w:rsidR="0037783A" w:rsidRPr="001F4234" w:rsidRDefault="0037783A" w:rsidP="00F2655C">
      <w:pPr>
        <w:pStyle w:val="Texte"/>
      </w:pPr>
    </w:p>
    <w:p w14:paraId="54C033E5" w14:textId="77777777" w:rsidR="00A0643A" w:rsidRPr="001F4234" w:rsidRDefault="00A0643A" w:rsidP="0037783A">
      <w:pPr>
        <w:pStyle w:val="Titre1"/>
      </w:pPr>
      <w:bookmarkStart w:id="535" w:name="_Toc381202600"/>
      <w:bookmarkStart w:id="536" w:name="_Toc381202852"/>
      <w:bookmarkStart w:id="537" w:name="_Toc381366747"/>
      <w:bookmarkStart w:id="538" w:name="_Toc381202603"/>
      <w:bookmarkStart w:id="539" w:name="_Toc381202855"/>
      <w:bookmarkStart w:id="540" w:name="_Toc381366750"/>
      <w:bookmarkStart w:id="541" w:name="_Toc381202604"/>
      <w:bookmarkStart w:id="542" w:name="_Toc381202856"/>
      <w:bookmarkStart w:id="543" w:name="_Toc381366751"/>
      <w:bookmarkStart w:id="544" w:name="_Toc381202605"/>
      <w:bookmarkStart w:id="545" w:name="_Toc381202857"/>
      <w:bookmarkStart w:id="546" w:name="_Toc381366752"/>
      <w:bookmarkStart w:id="547" w:name="_Toc381202606"/>
      <w:bookmarkStart w:id="548" w:name="_Toc381202858"/>
      <w:bookmarkStart w:id="549" w:name="_Toc381366753"/>
      <w:bookmarkStart w:id="550" w:name="_Toc381202607"/>
      <w:bookmarkStart w:id="551" w:name="_Toc381202859"/>
      <w:bookmarkStart w:id="552" w:name="_Toc381366754"/>
      <w:bookmarkStart w:id="553" w:name="_Toc381202608"/>
      <w:bookmarkStart w:id="554" w:name="_Toc381202860"/>
      <w:bookmarkStart w:id="555" w:name="_Toc381366755"/>
      <w:bookmarkStart w:id="556" w:name="_Toc381202610"/>
      <w:bookmarkStart w:id="557" w:name="_Toc381202862"/>
      <w:bookmarkStart w:id="558" w:name="_Toc381366757"/>
      <w:bookmarkStart w:id="559" w:name="_Toc381202611"/>
      <w:bookmarkStart w:id="560" w:name="_Toc381202863"/>
      <w:bookmarkStart w:id="561" w:name="_Toc381366758"/>
      <w:bookmarkStart w:id="562" w:name="_Toc381202616"/>
      <w:bookmarkStart w:id="563" w:name="_Toc381202868"/>
      <w:bookmarkStart w:id="564" w:name="_Toc381366763"/>
      <w:bookmarkStart w:id="565" w:name="_Toc381202617"/>
      <w:bookmarkStart w:id="566" w:name="_Toc381202869"/>
      <w:bookmarkStart w:id="567" w:name="_Toc381366764"/>
      <w:bookmarkStart w:id="568" w:name="_Toc381202619"/>
      <w:bookmarkStart w:id="569" w:name="_Toc381202871"/>
      <w:bookmarkStart w:id="570" w:name="_Toc381366766"/>
      <w:bookmarkStart w:id="571" w:name="_Toc381202620"/>
      <w:bookmarkStart w:id="572" w:name="_Toc381202872"/>
      <w:bookmarkStart w:id="573" w:name="_Toc381366767"/>
      <w:bookmarkStart w:id="574" w:name="_Toc381202622"/>
      <w:bookmarkStart w:id="575" w:name="_Toc381202874"/>
      <w:bookmarkStart w:id="576" w:name="_Toc381366769"/>
      <w:bookmarkStart w:id="577" w:name="_Toc381202623"/>
      <w:bookmarkStart w:id="578" w:name="_Toc381202875"/>
      <w:bookmarkStart w:id="579" w:name="_Toc381366770"/>
      <w:bookmarkStart w:id="580" w:name="_Toc381202625"/>
      <w:bookmarkStart w:id="581" w:name="_Toc381202877"/>
      <w:bookmarkStart w:id="582" w:name="_Toc381366772"/>
      <w:bookmarkStart w:id="583" w:name="_Toc381202626"/>
      <w:bookmarkStart w:id="584" w:name="_Toc381202878"/>
      <w:bookmarkStart w:id="585" w:name="_Toc381366773"/>
      <w:bookmarkStart w:id="586" w:name="_Toc381202627"/>
      <w:bookmarkStart w:id="587" w:name="_Toc381202879"/>
      <w:bookmarkStart w:id="588" w:name="_Toc381265132"/>
      <w:bookmarkStart w:id="589" w:name="_Toc381366774"/>
      <w:bookmarkStart w:id="590" w:name="_Toc381202628"/>
      <w:bookmarkStart w:id="591" w:name="_Toc381202880"/>
      <w:bookmarkStart w:id="592" w:name="_Toc381366775"/>
      <w:bookmarkStart w:id="593" w:name="_Toc381202629"/>
      <w:bookmarkStart w:id="594" w:name="_Toc381202881"/>
      <w:bookmarkStart w:id="595" w:name="_Toc381366776"/>
      <w:bookmarkStart w:id="596" w:name="_Toc381202630"/>
      <w:bookmarkStart w:id="597" w:name="_Toc381202882"/>
      <w:bookmarkStart w:id="598" w:name="_Toc381366777"/>
      <w:bookmarkStart w:id="599" w:name="_Toc381202633"/>
      <w:bookmarkStart w:id="600" w:name="_Toc381202885"/>
      <w:bookmarkStart w:id="601" w:name="_Toc381366780"/>
      <w:bookmarkStart w:id="602" w:name="_Toc381202634"/>
      <w:bookmarkStart w:id="603" w:name="_Toc381202886"/>
      <w:bookmarkStart w:id="604" w:name="_Toc381366781"/>
      <w:bookmarkStart w:id="605" w:name="_Toc381202636"/>
      <w:bookmarkStart w:id="606" w:name="_Toc381202888"/>
      <w:bookmarkStart w:id="607" w:name="_Toc381366783"/>
      <w:bookmarkStart w:id="608" w:name="_Toc381202638"/>
      <w:bookmarkStart w:id="609" w:name="_Toc381202890"/>
      <w:bookmarkStart w:id="610" w:name="_Toc381366785"/>
      <w:bookmarkStart w:id="611" w:name="_Toc381202641"/>
      <w:bookmarkStart w:id="612" w:name="_Toc381202893"/>
      <w:bookmarkStart w:id="613" w:name="_Toc381366788"/>
      <w:bookmarkStart w:id="614" w:name="_Toc381202642"/>
      <w:bookmarkStart w:id="615" w:name="_Toc381202894"/>
      <w:bookmarkStart w:id="616" w:name="_Toc381366789"/>
      <w:bookmarkStart w:id="617" w:name="_Toc381202643"/>
      <w:bookmarkStart w:id="618" w:name="_Toc381202895"/>
      <w:bookmarkStart w:id="619" w:name="_Toc381366790"/>
      <w:bookmarkStart w:id="620" w:name="_Toc381202644"/>
      <w:bookmarkStart w:id="621" w:name="_Toc381202896"/>
      <w:bookmarkStart w:id="622" w:name="_Toc381366791"/>
      <w:bookmarkStart w:id="623" w:name="_Toc381202645"/>
      <w:bookmarkStart w:id="624" w:name="_Toc381202897"/>
      <w:bookmarkStart w:id="625" w:name="_Toc381366792"/>
      <w:bookmarkStart w:id="626" w:name="_Toc381202646"/>
      <w:bookmarkStart w:id="627" w:name="_Toc381202898"/>
      <w:bookmarkStart w:id="628" w:name="_Toc381366793"/>
      <w:bookmarkStart w:id="629" w:name="_Toc317858098"/>
      <w:bookmarkStart w:id="630" w:name="_Toc317858911"/>
      <w:bookmarkStart w:id="631" w:name="_Toc317858101"/>
      <w:bookmarkStart w:id="632" w:name="_Toc317858914"/>
      <w:bookmarkStart w:id="633" w:name="_Toc211414334"/>
      <w:bookmarkStart w:id="634" w:name="_Toc246759846"/>
      <w:bookmarkStart w:id="635" w:name="_Toc231120460"/>
      <w:bookmarkStart w:id="636" w:name="_Toc275277580"/>
      <w:bookmarkStart w:id="637" w:name="_Toc275277912"/>
      <w:bookmarkStart w:id="638" w:name="_Toc275608698"/>
      <w:bookmarkStart w:id="639" w:name="_Toc275608773"/>
      <w:bookmarkStart w:id="640" w:name="_Toc275608848"/>
      <w:bookmarkStart w:id="641" w:name="_Toc293482368"/>
      <w:bookmarkStart w:id="642" w:name="_Toc358033000"/>
      <w:bookmarkStart w:id="643" w:name="_Toc443561058"/>
      <w:bookmarkStart w:id="644" w:name="_Toc191274"/>
      <w:bookmarkStart w:id="645" w:name="_Toc12441422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r w:rsidRPr="001F4234">
        <w:t>résiliation</w:t>
      </w:r>
      <w:bookmarkEnd w:id="633"/>
      <w:bookmarkEnd w:id="634"/>
      <w:bookmarkEnd w:id="635"/>
      <w:bookmarkEnd w:id="636"/>
      <w:bookmarkEnd w:id="637"/>
      <w:bookmarkEnd w:id="638"/>
      <w:bookmarkEnd w:id="639"/>
      <w:bookmarkEnd w:id="640"/>
      <w:bookmarkEnd w:id="641"/>
      <w:bookmarkEnd w:id="642"/>
      <w:bookmarkEnd w:id="643"/>
      <w:bookmarkEnd w:id="644"/>
      <w:bookmarkEnd w:id="645"/>
    </w:p>
    <w:p w14:paraId="78A61423" w14:textId="77777777" w:rsidR="00A0643A" w:rsidRPr="001F4234" w:rsidRDefault="00A0643A" w:rsidP="0037783A">
      <w:pPr>
        <w:pStyle w:val="Titre2"/>
      </w:pPr>
      <w:bookmarkStart w:id="646" w:name="_Toc211414335"/>
      <w:bookmarkStart w:id="647" w:name="_Toc246759847"/>
      <w:bookmarkStart w:id="648" w:name="_Toc231120461"/>
      <w:bookmarkStart w:id="649" w:name="_Toc275277581"/>
      <w:bookmarkStart w:id="650" w:name="_Toc275277913"/>
      <w:bookmarkStart w:id="651" w:name="_Toc275608699"/>
      <w:bookmarkStart w:id="652" w:name="_Toc275608774"/>
      <w:bookmarkStart w:id="653" w:name="_Toc275608849"/>
      <w:bookmarkStart w:id="654" w:name="_Toc293482369"/>
      <w:bookmarkStart w:id="655" w:name="_Toc358033001"/>
      <w:bookmarkStart w:id="656" w:name="_Toc443561059"/>
      <w:bookmarkStart w:id="657" w:name="_Toc191275"/>
      <w:bookmarkStart w:id="658" w:name="_Toc124414225"/>
      <w:r w:rsidRPr="001F4234">
        <w:t>résiliation du Contrat</w:t>
      </w:r>
      <w:bookmarkEnd w:id="646"/>
      <w:bookmarkEnd w:id="647"/>
      <w:bookmarkEnd w:id="648"/>
      <w:bookmarkEnd w:id="649"/>
      <w:bookmarkEnd w:id="650"/>
      <w:bookmarkEnd w:id="651"/>
      <w:bookmarkEnd w:id="652"/>
      <w:bookmarkEnd w:id="653"/>
      <w:bookmarkEnd w:id="654"/>
      <w:bookmarkEnd w:id="655"/>
      <w:bookmarkEnd w:id="656"/>
      <w:bookmarkEnd w:id="657"/>
      <w:bookmarkEnd w:id="658"/>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37783A">
      <w:pPr>
        <w:pStyle w:val="Titre2"/>
      </w:pPr>
      <w:bookmarkStart w:id="659" w:name="_Toc211414339"/>
      <w:bookmarkStart w:id="660" w:name="_Toc246759851"/>
      <w:bookmarkStart w:id="661" w:name="_Toc231120465"/>
      <w:bookmarkStart w:id="662" w:name="_Ref271641672"/>
      <w:bookmarkStart w:id="663" w:name="_Toc275277585"/>
      <w:bookmarkStart w:id="664" w:name="_Toc275277917"/>
      <w:bookmarkStart w:id="665" w:name="_Toc275608703"/>
      <w:bookmarkStart w:id="666" w:name="_Toc275608778"/>
      <w:bookmarkStart w:id="667" w:name="_Toc275608853"/>
      <w:bookmarkStart w:id="668" w:name="_Toc293482373"/>
      <w:bookmarkStart w:id="669" w:name="_Toc358033002"/>
      <w:bookmarkStart w:id="670" w:name="_Toc443561060"/>
      <w:bookmarkStart w:id="671" w:name="_Toc191276"/>
      <w:bookmarkStart w:id="672" w:name="_Toc124414226"/>
      <w:r w:rsidRPr="001F4234">
        <w:t xml:space="preserve">résiliation </w:t>
      </w:r>
      <w:r w:rsidR="00482BCB" w:rsidRPr="001F4234">
        <w:t>d’un Accès</w:t>
      </w:r>
      <w:r w:rsidR="003B1892" w:rsidRPr="001F4234">
        <w:t xml:space="preserve"> </w:t>
      </w:r>
      <w:r w:rsidRPr="001F4234">
        <w:t>avant la</w:t>
      </w:r>
      <w:bookmarkEnd w:id="659"/>
      <w:bookmarkEnd w:id="660"/>
      <w:bookmarkEnd w:id="661"/>
      <w:bookmarkEnd w:id="662"/>
      <w:bookmarkEnd w:id="663"/>
      <w:bookmarkEnd w:id="664"/>
      <w:bookmarkEnd w:id="665"/>
      <w:bookmarkEnd w:id="666"/>
      <w:bookmarkEnd w:id="667"/>
      <w:bookmarkEnd w:id="668"/>
      <w:bookmarkEnd w:id="669"/>
      <w:r w:rsidR="00F04DA9" w:rsidRPr="001F4234">
        <w:t xml:space="preserve"> date</w:t>
      </w:r>
      <w:r w:rsidRPr="001F4234">
        <w:t xml:space="preserve"> de mise à disposition effective</w:t>
      </w:r>
      <w:bookmarkEnd w:id="670"/>
      <w:bookmarkEnd w:id="671"/>
      <w:bookmarkEnd w:id="672"/>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3C576133"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13B6C">
        <w:t>VAR TRÈS HAUT DÉBIT</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003CEC">
        <w:t>un (</w:t>
      </w:r>
      <w:r w:rsidR="005A4ADF" w:rsidRPr="001F4234">
        <w:t>1</w:t>
      </w:r>
      <w:r w:rsidR="00003CEC">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13B6C">
        <w:t>VAR TRÈS HAUT DÉBIT</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13B6C">
        <w:t>VAR TRÈS HAUT DÉBIT</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13B6C">
        <w:t>VAR TRÈS HAUT DÉBIT</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37783A">
      <w:pPr>
        <w:pStyle w:val="Titre2"/>
      </w:pPr>
      <w:bookmarkStart w:id="673" w:name="_Toc211414337"/>
      <w:bookmarkStart w:id="674" w:name="_Toc246759849"/>
      <w:bookmarkStart w:id="675" w:name="_Toc231120463"/>
      <w:bookmarkStart w:id="676" w:name="_Ref270930379"/>
      <w:bookmarkStart w:id="677" w:name="_Ref271641645"/>
      <w:bookmarkStart w:id="678" w:name="_Toc275277583"/>
      <w:bookmarkStart w:id="679" w:name="_Toc275277915"/>
      <w:bookmarkStart w:id="680" w:name="_Ref275337681"/>
      <w:bookmarkStart w:id="681" w:name="_Toc275608701"/>
      <w:bookmarkStart w:id="682" w:name="_Toc275608776"/>
      <w:bookmarkStart w:id="683" w:name="_Toc275608851"/>
      <w:bookmarkStart w:id="684" w:name="_Toc293482371"/>
      <w:bookmarkStart w:id="685" w:name="_Ref316748762"/>
      <w:bookmarkStart w:id="686" w:name="_Toc358033004"/>
      <w:bookmarkStart w:id="687" w:name="_Toc443561062"/>
      <w:bookmarkStart w:id="688" w:name="_Ref532578765"/>
      <w:bookmarkStart w:id="689" w:name="_Ref532584615"/>
      <w:bookmarkStart w:id="690" w:name="_Toc191277"/>
      <w:bookmarkStart w:id="691" w:name="_Toc124414227"/>
      <w:r w:rsidRPr="001F4234">
        <w:lastRenderedPageBreak/>
        <w:t xml:space="preserve">résiliation </w:t>
      </w:r>
      <w:r w:rsidR="00482BCB" w:rsidRPr="001F4234">
        <w:t>d’un Accès</w:t>
      </w:r>
      <w:r w:rsidRPr="001F4234">
        <w:t xml:space="preserve"> </w:t>
      </w:r>
      <w:bookmarkEnd w:id="673"/>
      <w:bookmarkEnd w:id="674"/>
      <w:bookmarkEnd w:id="675"/>
      <w:bookmarkEnd w:id="676"/>
      <w:bookmarkEnd w:id="677"/>
      <w:bookmarkEnd w:id="678"/>
      <w:bookmarkEnd w:id="679"/>
      <w:bookmarkEnd w:id="680"/>
      <w:bookmarkEnd w:id="681"/>
      <w:bookmarkEnd w:id="682"/>
      <w:bookmarkEnd w:id="683"/>
      <w:bookmarkEnd w:id="684"/>
      <w:bookmarkEnd w:id="685"/>
      <w:r w:rsidRPr="001F4234">
        <w:t>après la</w:t>
      </w:r>
      <w:bookmarkEnd w:id="686"/>
      <w:r w:rsidR="00F04DA9" w:rsidRPr="001F4234">
        <w:t xml:space="preserve"> date</w:t>
      </w:r>
      <w:r w:rsidRPr="001F4234">
        <w:t xml:space="preserve"> de mise à disposition effective</w:t>
      </w:r>
      <w:bookmarkEnd w:id="687"/>
      <w:bookmarkEnd w:id="688"/>
      <w:bookmarkEnd w:id="689"/>
      <w:bookmarkEnd w:id="690"/>
      <w:bookmarkEnd w:id="691"/>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4047A200"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13B6C">
        <w:t>VAR TRÈS HAUT DÉBIT</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4"/>
    <w:p w14:paraId="10339827" w14:textId="77777777" w:rsidR="005E7062" w:rsidRPr="001F4234" w:rsidRDefault="005E7062" w:rsidP="00F2655C">
      <w:pPr>
        <w:keepNext/>
        <w:spacing w:before="120"/>
        <w:ind w:left="1070"/>
        <w:jc w:val="both"/>
        <w:outlineLvl w:val="1"/>
      </w:pPr>
    </w:p>
    <w:sectPr w:rsidR="005E7062" w:rsidRPr="001F4234" w:rsidSect="00F66ACF">
      <w:headerReference w:type="even" r:id="rId12"/>
      <w:headerReference w:type="default" r:id="rId13"/>
      <w:footerReference w:type="even" r:id="rId14"/>
      <w:footerReference w:type="default" r:id="rId15"/>
      <w:headerReference w:type="first" r:id="rId16"/>
      <w:footerReference w:type="first" r:id="rId17"/>
      <w:pgSz w:w="11906" w:h="16838" w:code="9"/>
      <w:pgMar w:top="1440" w:right="1021" w:bottom="1440" w:left="1021" w:header="850"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3BD18" w14:textId="77777777" w:rsidR="004811EE" w:rsidRDefault="004811EE">
      <w:pPr>
        <w:pStyle w:val="Pieddepage"/>
      </w:pPr>
      <w:r>
        <w:separator/>
      </w:r>
    </w:p>
  </w:endnote>
  <w:endnote w:type="continuationSeparator" w:id="0">
    <w:p w14:paraId="62E1751A" w14:textId="77777777" w:rsidR="004811EE" w:rsidRDefault="004811EE">
      <w:pPr>
        <w:pStyle w:val="Pieddepage"/>
      </w:pPr>
      <w:r>
        <w:continuationSeparator/>
      </w:r>
    </w:p>
  </w:endnote>
  <w:endnote w:type="continuationNotice" w:id="1">
    <w:p w14:paraId="51009EC1" w14:textId="77777777" w:rsidR="004811EE" w:rsidRDefault="004811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4811EE" w:rsidRDefault="004811EE"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4811EE" w:rsidRDefault="004811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4811EE" w:rsidRDefault="004811EE" w:rsidP="001F4234">
    <w:pPr>
      <w:pStyle w:val="Pieddepage"/>
      <w:ind w:right="360"/>
      <w:jc w:val="right"/>
      <w:rPr>
        <w:sz w:val="16"/>
        <w:szCs w:val="16"/>
      </w:rPr>
    </w:pPr>
    <w:r w:rsidRPr="00310601">
      <w:rPr>
        <w:sz w:val="16"/>
        <w:szCs w:val="16"/>
      </w:rPr>
      <w:t>FTTE passif</w:t>
    </w:r>
  </w:p>
  <w:p w14:paraId="42D42B9A" w14:textId="49C9C2A9" w:rsidR="004811EE" w:rsidRDefault="004811EE" w:rsidP="001F4234">
    <w:pPr>
      <w:pStyle w:val="Pieddepage"/>
      <w:ind w:right="360"/>
      <w:jc w:val="right"/>
      <w:rPr>
        <w:sz w:val="16"/>
        <w:szCs w:val="16"/>
      </w:rPr>
    </w:pPr>
    <w:r w:rsidRPr="00310601">
      <w:rPr>
        <w:sz w:val="16"/>
        <w:szCs w:val="16"/>
      </w:rPr>
      <w:t>V2</w:t>
    </w:r>
    <w:r>
      <w:rPr>
        <w:sz w:val="16"/>
        <w:szCs w:val="16"/>
      </w:rPr>
      <w:t>.1</w:t>
    </w:r>
  </w:p>
  <w:p w14:paraId="60999B3E" w14:textId="77777777" w:rsidR="004811EE" w:rsidRPr="001F4234" w:rsidRDefault="004811EE"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136DE7">
      <w:rPr>
        <w:bCs/>
        <w:noProof/>
        <w:sz w:val="16"/>
        <w:szCs w:val="16"/>
      </w:rPr>
      <w:t>4</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136DE7">
      <w:rPr>
        <w:bCs/>
        <w:noProof/>
        <w:sz w:val="16"/>
        <w:szCs w:val="16"/>
      </w:rPr>
      <w:t>17</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4811EE" w:rsidRDefault="004811EE" w:rsidP="001F4234">
    <w:pPr>
      <w:pStyle w:val="Pieddepage"/>
      <w:ind w:right="360"/>
      <w:jc w:val="right"/>
      <w:rPr>
        <w:sz w:val="16"/>
        <w:szCs w:val="16"/>
      </w:rPr>
    </w:pPr>
    <w:r w:rsidRPr="00310601">
      <w:rPr>
        <w:sz w:val="16"/>
        <w:szCs w:val="16"/>
      </w:rPr>
      <w:t>FTTE passif</w:t>
    </w:r>
  </w:p>
  <w:p w14:paraId="215D7AD0" w14:textId="6C581613" w:rsidR="004811EE" w:rsidRPr="001F4234" w:rsidRDefault="00400416"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78CFF" w14:textId="77777777" w:rsidR="004811EE" w:rsidRDefault="004811EE">
      <w:pPr>
        <w:pStyle w:val="Pieddepage"/>
      </w:pPr>
      <w:r>
        <w:separator/>
      </w:r>
    </w:p>
  </w:footnote>
  <w:footnote w:type="continuationSeparator" w:id="0">
    <w:p w14:paraId="197AC13F" w14:textId="77777777" w:rsidR="004811EE" w:rsidRDefault="004811EE">
      <w:pPr>
        <w:pStyle w:val="Pieddepage"/>
      </w:pPr>
      <w:r>
        <w:continuationSeparator/>
      </w:r>
    </w:p>
  </w:footnote>
  <w:footnote w:type="continuationNotice" w:id="1">
    <w:p w14:paraId="5E47E857" w14:textId="77777777" w:rsidR="004811EE" w:rsidRDefault="004811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90C12" w14:textId="77777777" w:rsidR="007F24E4" w:rsidRDefault="007F24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32F3" w14:textId="77777777" w:rsidR="007F24E4" w:rsidRDefault="007F24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19692" w14:textId="3B86FDDF" w:rsidR="00400416" w:rsidRPr="00E13B6C" w:rsidRDefault="007F24E4" w:rsidP="00E13B6C">
    <w:pPr>
      <w:pStyle w:val="En-tte"/>
    </w:pPr>
    <w:r>
      <w:rPr>
        <w:noProof/>
      </w:rPr>
      <w:drawing>
        <wp:inline distT="0" distB="0" distL="0" distR="0" wp14:anchorId="44C62C0D" wp14:editId="0194D8FA">
          <wp:extent cx="868680" cy="835025"/>
          <wp:effectExtent l="0" t="0" r="7620" b="3175"/>
          <wp:docPr id="741294774" name="Image 1" descr="Une image contenant laiton, conception&#10;&#10;Description générée automatiquement avec une confiance moye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1294774" name="Image 1" descr="Une image contenant laiton, conception&#10;&#10;Description générée automatiquement avec une confiance moyenn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68680" cy="8350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C49877F6"/>
    <w:lvl w:ilvl="0">
      <w:start w:val="1"/>
      <w:numFmt w:val="decimal"/>
      <w:pStyle w:val="Titre1"/>
      <w:suff w:val="space"/>
      <w:lvlText w:val="article %1 -"/>
      <w:lvlJc w:val="left"/>
      <w:pPr>
        <w:ind w:left="432" w:hanging="432"/>
      </w:pPr>
      <w:rPr>
        <w:rFonts w:hint="default"/>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5472640">
    <w:abstractNumId w:val="8"/>
  </w:num>
  <w:num w:numId="2" w16cid:durableId="485391473">
    <w:abstractNumId w:val="3"/>
  </w:num>
  <w:num w:numId="3" w16cid:durableId="1214464373">
    <w:abstractNumId w:val="2"/>
  </w:num>
  <w:num w:numId="4" w16cid:durableId="1703748160">
    <w:abstractNumId w:val="1"/>
  </w:num>
  <w:num w:numId="5" w16cid:durableId="1838614866">
    <w:abstractNumId w:val="0"/>
  </w:num>
  <w:num w:numId="6" w16cid:durableId="348795926">
    <w:abstractNumId w:val="9"/>
  </w:num>
  <w:num w:numId="7" w16cid:durableId="416750266">
    <w:abstractNumId w:val="7"/>
  </w:num>
  <w:num w:numId="8" w16cid:durableId="551767358">
    <w:abstractNumId w:val="6"/>
  </w:num>
  <w:num w:numId="9" w16cid:durableId="446003868">
    <w:abstractNumId w:val="5"/>
  </w:num>
  <w:num w:numId="10" w16cid:durableId="1328629651">
    <w:abstractNumId w:val="4"/>
  </w:num>
  <w:num w:numId="11" w16cid:durableId="1531722432">
    <w:abstractNumId w:val="22"/>
  </w:num>
  <w:num w:numId="12" w16cid:durableId="2056078279">
    <w:abstractNumId w:val="19"/>
  </w:num>
  <w:num w:numId="13" w16cid:durableId="2132286208">
    <w:abstractNumId w:val="12"/>
  </w:num>
  <w:num w:numId="14" w16cid:durableId="1337924427">
    <w:abstractNumId w:val="16"/>
  </w:num>
  <w:num w:numId="15" w16cid:durableId="963117324">
    <w:abstractNumId w:val="26"/>
  </w:num>
  <w:num w:numId="16" w16cid:durableId="747113478">
    <w:abstractNumId w:val="27"/>
  </w:num>
  <w:num w:numId="17" w16cid:durableId="1598826972">
    <w:abstractNumId w:val="34"/>
  </w:num>
  <w:num w:numId="18" w16cid:durableId="437070755">
    <w:abstractNumId w:val="18"/>
  </w:num>
  <w:num w:numId="19" w16cid:durableId="428935808">
    <w:abstractNumId w:val="31"/>
  </w:num>
  <w:num w:numId="20" w16cid:durableId="1553544140">
    <w:abstractNumId w:val="32"/>
  </w:num>
  <w:num w:numId="21" w16cid:durableId="416482362">
    <w:abstractNumId w:val="29"/>
  </w:num>
  <w:num w:numId="22" w16cid:durableId="2108693477">
    <w:abstractNumId w:val="33"/>
  </w:num>
  <w:num w:numId="23" w16cid:durableId="1230994661">
    <w:abstractNumId w:val="24"/>
  </w:num>
  <w:num w:numId="24" w16cid:durableId="81879057">
    <w:abstractNumId w:val="20"/>
  </w:num>
  <w:num w:numId="25" w16cid:durableId="1786537681">
    <w:abstractNumId w:val="25"/>
  </w:num>
  <w:num w:numId="26" w16cid:durableId="2138257241">
    <w:abstractNumId w:val="15"/>
  </w:num>
  <w:num w:numId="27" w16cid:durableId="150757326">
    <w:abstractNumId w:val="11"/>
  </w:num>
  <w:num w:numId="28" w16cid:durableId="1878396270">
    <w:abstractNumId w:val="23"/>
  </w:num>
  <w:num w:numId="29" w16cid:durableId="1369406643">
    <w:abstractNumId w:val="10"/>
  </w:num>
  <w:num w:numId="30" w16cid:durableId="1768117704">
    <w:abstractNumId w:val="35"/>
  </w:num>
  <w:num w:numId="31" w16cid:durableId="1832982738">
    <w:abstractNumId w:val="13"/>
  </w:num>
  <w:num w:numId="32" w16cid:durableId="847910646">
    <w:abstractNumId w:val="14"/>
  </w:num>
  <w:num w:numId="33" w16cid:durableId="960038480">
    <w:abstractNumId w:val="21"/>
  </w:num>
  <w:num w:numId="34" w16cid:durableId="939531411">
    <w:abstractNumId w:val="30"/>
  </w:num>
  <w:num w:numId="35" w16cid:durableId="132489000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24523249">
    <w:abstractNumId w:val="36"/>
  </w:num>
  <w:num w:numId="37" w16cid:durableId="910776940">
    <w:abstractNumId w:val="14"/>
  </w:num>
  <w:num w:numId="38" w16cid:durableId="584650918">
    <w:abstractNumId w:val="22"/>
  </w:num>
  <w:num w:numId="39" w16cid:durableId="490799884">
    <w:abstractNumId w:val="22"/>
  </w:num>
  <w:num w:numId="40" w16cid:durableId="1293553949">
    <w:abstractNumId w:val="22"/>
  </w:num>
  <w:num w:numId="41" w16cid:durableId="1180196188">
    <w:abstractNumId w:val="30"/>
  </w:num>
  <w:num w:numId="42" w16cid:durableId="2008555840">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2288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3CEC"/>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6DE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83A"/>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0416"/>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D5488"/>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841"/>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57C24"/>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63"/>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5B40"/>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24E4"/>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587B"/>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108BF"/>
    <w:rsid w:val="00A10F97"/>
    <w:rsid w:val="00A1154F"/>
    <w:rsid w:val="00A12158"/>
    <w:rsid w:val="00A123DF"/>
    <w:rsid w:val="00A12FF0"/>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BDA"/>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6F9"/>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693C"/>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3B6C"/>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67A1"/>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6ACF"/>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37783A"/>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37783A"/>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37783A"/>
    <w:pPr>
      <w:keepNext/>
      <w:numPr>
        <w:ilvl w:val="2"/>
        <w:numId w:val="11"/>
      </w:numPr>
      <w:spacing w:before="120" w:after="120"/>
      <w:ind w:left="284"/>
      <w:jc w:val="both"/>
      <w:outlineLvl w:val="2"/>
    </w:pPr>
    <w:rPr>
      <w:rFonts w:cs="Arial"/>
      <w:b/>
      <w:bCs/>
      <w:sz w:val="24"/>
      <w:szCs w:val="26"/>
    </w:rPr>
  </w:style>
  <w:style w:type="paragraph" w:styleId="Titre4">
    <w:name w:val="heading 4"/>
    <w:aliases w:val="4,F,H41,H42,H43,h4"/>
    <w:basedOn w:val="Normal"/>
    <w:next w:val="Texte"/>
    <w:autoRedefine/>
    <w:qFormat/>
    <w:rsid w:val="0037783A"/>
    <w:pPr>
      <w:keepNext/>
      <w:numPr>
        <w:ilvl w:val="3"/>
        <w:numId w:val="11"/>
      </w:numPr>
      <w:tabs>
        <w:tab w:val="left" w:pos="1134"/>
      </w:tabs>
      <w:spacing w:before="12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37783A"/>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37783A"/>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37783A"/>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37783A"/>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6" ma:contentTypeDescription="Crée un document." ma:contentTypeScope="" ma:versionID="1c49bf6e139bc271e33004ab44354b3b">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6b50744734d32d82f461583e43719ca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2.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3.xml><?xml version="1.0" encoding="utf-8"?>
<ds:datastoreItem xmlns:ds="http://schemas.openxmlformats.org/officeDocument/2006/customXml" ds:itemID="{0654F44C-E8CE-481E-BFDD-E1E2FDFA1C72}">
  <ds:schemaRefs>
    <ds:schemaRef ds:uri="http://schemas.openxmlformats.org/officeDocument/2006/bibliography"/>
  </ds:schemaRefs>
</ds:datastoreItem>
</file>

<file path=customXml/itemProps4.xml><?xml version="1.0" encoding="utf-8"?>
<ds:datastoreItem xmlns:ds="http://schemas.openxmlformats.org/officeDocument/2006/customXml" ds:itemID="{57847E08-C941-4C4D-B48F-5CB5CEB5DA1F}">
  <ds:schemaRefs>
    <ds:schemaRef ds:uri="http://schemas.microsoft.com/office/2006/metadata/properties"/>
    <ds:schemaRef ds:uri="http://schemas.microsoft.com/office/infopath/2007/PartnerControls"/>
    <ds:schemaRef ds:uri="3a44b591-9e18-4b91-98fd-b890fe0627e2"/>
    <ds:schemaRef ds:uri="a4a4a56a-3898-47a0-9a26-45a51cf190c7"/>
  </ds:schemaRefs>
</ds:datastoreItem>
</file>

<file path=customXml/itemProps5.xml><?xml version="1.0" encoding="utf-8"?>
<ds:datastoreItem xmlns:ds="http://schemas.openxmlformats.org/officeDocument/2006/customXml" ds:itemID="{949579C8-7E73-480F-B445-5FFADFB17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44b591-9e18-4b91-98fd-b890fe0627e2"/>
    <ds:schemaRef ds:uri="a4a4a56a-3898-47a0-9a26-45a51cf190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17</Pages>
  <Words>6623</Words>
  <Characters>36429</Characters>
  <Application>Microsoft Office Word</Application>
  <DocSecurity>0</DocSecurity>
  <Lines>303</Lines>
  <Paragraphs>85</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42967</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2022-12-22T09:50:00Z</dcterms:created>
  <dcterms:modified xsi:type="dcterms:W3CDTF">2023-08-22T09:38:00Z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y fmtid="{D5CDD505-2E9C-101B-9397-08002B2CF9AE}" pid="12" name="MediaServiceImageTags">
    <vt:lpwstr/>
  </property>
</Properties>
</file>